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D6061F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6061F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6061F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D6061F">
            <w:pPr>
              <w:pStyle w:val="CUSTOMHeaderText"/>
            </w:pPr>
          </w:p>
        </w:tc>
      </w:tr>
      <w:tr w:rsidR="00575A29" w:rsidTr="00DA58F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D6061F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D6061F">
            <w:pPr>
              <w:pStyle w:val="CUSTOMHeaderText"/>
            </w:pPr>
          </w:p>
        </w:tc>
      </w:tr>
      <w:tr w:rsidR="00575A29" w:rsidTr="00DA58F8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D6061F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6A0E95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2837815</wp:posOffset>
                      </wp:positionH>
                      <wp:positionV relativeFrom="paragraph">
                        <wp:posOffset>2827655</wp:posOffset>
                      </wp:positionV>
                      <wp:extent cx="175260" cy="207010"/>
                      <wp:effectExtent l="25400" t="17145" r="18415" b="23495"/>
                      <wp:wrapNone/>
                      <wp:docPr id="154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50429">
                                <a:off x="0" y="0"/>
                                <a:ext cx="175260" cy="2070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" o:spid="_x0000_s1026" style="position:absolute;margin-left:223.45pt;margin-top:222.65pt;width:13.8pt;height:16.3pt;rotation:1147349fd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" fillcolor="#a5a5a5 [2092]" strokecolor="#7f7f7f [16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2825115</wp:posOffset>
                      </wp:positionH>
                      <wp:positionV relativeFrom="paragraph">
                        <wp:posOffset>2823210</wp:posOffset>
                      </wp:positionV>
                      <wp:extent cx="107315" cy="207010"/>
                      <wp:effectExtent l="12700" t="12700" r="13335" b="8890"/>
                      <wp:wrapNone/>
                      <wp:docPr id="153" name="Free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7315" cy="207010"/>
                              </a:xfrm>
                              <a:custGeom>
                                <a:avLst/>
                                <a:gdLst>
                                  <a:gd name="T0" fmla="*/ 98 w 169"/>
                                  <a:gd name="T1" fmla="*/ 8 h 326"/>
                                  <a:gd name="T2" fmla="*/ 117 w 169"/>
                                  <a:gd name="T3" fmla="*/ 93 h 326"/>
                                  <a:gd name="T4" fmla="*/ 65 w 169"/>
                                  <a:gd name="T5" fmla="*/ 302 h 326"/>
                                  <a:gd name="T6" fmla="*/ 0 w 169"/>
                                  <a:gd name="T7" fmla="*/ 184 h 326"/>
                                  <a:gd name="T8" fmla="*/ 13 w 169"/>
                                  <a:gd name="T9" fmla="*/ 74 h 326"/>
                                  <a:gd name="T10" fmla="*/ 26 w 169"/>
                                  <a:gd name="T11" fmla="*/ 54 h 326"/>
                                  <a:gd name="T12" fmla="*/ 33 w 169"/>
                                  <a:gd name="T13" fmla="*/ 35 h 326"/>
                                  <a:gd name="T14" fmla="*/ 59 w 169"/>
                                  <a:gd name="T15" fmla="*/ 2 h 326"/>
                                  <a:gd name="T16" fmla="*/ 98 w 169"/>
                                  <a:gd name="T17" fmla="*/ 8 h 3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69" h="326">
                                    <a:moveTo>
                                      <a:pt x="98" y="8"/>
                                    </a:moveTo>
                                    <a:cubicBezTo>
                                      <a:pt x="103" y="39"/>
                                      <a:pt x="110" y="63"/>
                                      <a:pt x="117" y="93"/>
                                    </a:cubicBezTo>
                                    <a:cubicBezTo>
                                      <a:pt x="115" y="164"/>
                                      <a:pt x="169" y="326"/>
                                      <a:pt x="65" y="302"/>
                                    </a:cubicBezTo>
                                    <a:cubicBezTo>
                                      <a:pt x="38" y="262"/>
                                      <a:pt x="14" y="229"/>
                                      <a:pt x="0" y="184"/>
                                    </a:cubicBezTo>
                                    <a:cubicBezTo>
                                      <a:pt x="1" y="169"/>
                                      <a:pt x="3" y="100"/>
                                      <a:pt x="13" y="74"/>
                                    </a:cubicBezTo>
                                    <a:cubicBezTo>
                                      <a:pt x="16" y="67"/>
                                      <a:pt x="22" y="61"/>
                                      <a:pt x="26" y="54"/>
                                    </a:cubicBezTo>
                                    <a:cubicBezTo>
                                      <a:pt x="29" y="48"/>
                                      <a:pt x="31" y="41"/>
                                      <a:pt x="33" y="35"/>
                                    </a:cubicBezTo>
                                    <a:cubicBezTo>
                                      <a:pt x="38" y="20"/>
                                      <a:pt x="37" y="5"/>
                                      <a:pt x="59" y="2"/>
                                    </a:cubicBezTo>
                                    <a:cubicBezTo>
                                      <a:pt x="72" y="0"/>
                                      <a:pt x="85" y="6"/>
                                      <a:pt x="98" y="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9" o:spid="_x0000_s1026" style="position:absolute;margin-left:222.45pt;margin-top:222.3pt;width:8.45pt;height:16.3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,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" path="m98,8v5,31,12,55,19,85c115,164,169,326,65,302,38,262,14,229,,184,1,169,3,100,13,74,16,67,22,61,26,54v3,-6,5,-13,7,-19c38,20,37,5,59,2,72,,85,6,98,8xe" fillcolor="black [3213]" strokecolor="black [3213]">
                      <v:path arrowok="t" o:connecttype="custom" o:connectlocs="62230,5080;74295,59055;41275,191770;0,116840;8255,46990;16510,34290;20955,22225;37465,1270;62230,508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3412490</wp:posOffset>
                      </wp:positionH>
                      <wp:positionV relativeFrom="paragraph">
                        <wp:posOffset>3288030</wp:posOffset>
                      </wp:positionV>
                      <wp:extent cx="222250" cy="1548765"/>
                      <wp:effectExtent l="9525" t="10795" r="15875" b="12065"/>
                      <wp:wrapNone/>
                      <wp:docPr id="152" name="Freeform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2250" cy="1548765"/>
                              </a:xfrm>
                              <a:custGeom>
                                <a:avLst/>
                                <a:gdLst>
                                  <a:gd name="T0" fmla="*/ 343 w 350"/>
                                  <a:gd name="T1" fmla="*/ 0 h 2439"/>
                                  <a:gd name="T2" fmla="*/ 343 w 350"/>
                                  <a:gd name="T3" fmla="*/ 104 h 2439"/>
                                  <a:gd name="T4" fmla="*/ 291 w 350"/>
                                  <a:gd name="T5" fmla="*/ 462 h 2439"/>
                                  <a:gd name="T6" fmla="*/ 265 w 350"/>
                                  <a:gd name="T7" fmla="*/ 729 h 2439"/>
                                  <a:gd name="T8" fmla="*/ 265 w 350"/>
                                  <a:gd name="T9" fmla="*/ 1498 h 2439"/>
                                  <a:gd name="T10" fmla="*/ 258 w 350"/>
                                  <a:gd name="T11" fmla="*/ 1765 h 2439"/>
                                  <a:gd name="T12" fmla="*/ 252 w 350"/>
                                  <a:gd name="T13" fmla="*/ 1863 h 2439"/>
                                  <a:gd name="T14" fmla="*/ 167 w 350"/>
                                  <a:gd name="T15" fmla="*/ 2130 h 2439"/>
                                  <a:gd name="T16" fmla="*/ 17 w 350"/>
                                  <a:gd name="T17" fmla="*/ 2378 h 2439"/>
                                  <a:gd name="T18" fmla="*/ 4 w 350"/>
                                  <a:gd name="T19" fmla="*/ 2404 h 24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50" h="2439">
                                    <a:moveTo>
                                      <a:pt x="343" y="0"/>
                                    </a:moveTo>
                                    <a:cubicBezTo>
                                      <a:pt x="336" y="19"/>
                                      <a:pt x="350" y="85"/>
                                      <a:pt x="343" y="104"/>
                                    </a:cubicBezTo>
                                    <a:cubicBezTo>
                                      <a:pt x="340" y="224"/>
                                      <a:pt x="330" y="337"/>
                                      <a:pt x="291" y="462"/>
                                    </a:cubicBezTo>
                                    <a:cubicBezTo>
                                      <a:pt x="277" y="595"/>
                                      <a:pt x="283" y="663"/>
                                      <a:pt x="265" y="729"/>
                                    </a:cubicBezTo>
                                    <a:cubicBezTo>
                                      <a:pt x="260" y="1027"/>
                                      <a:pt x="260" y="1199"/>
                                      <a:pt x="265" y="1498"/>
                                    </a:cubicBezTo>
                                    <a:cubicBezTo>
                                      <a:pt x="263" y="1587"/>
                                      <a:pt x="261" y="1676"/>
                                      <a:pt x="258" y="1765"/>
                                    </a:cubicBezTo>
                                    <a:cubicBezTo>
                                      <a:pt x="257" y="1798"/>
                                      <a:pt x="255" y="1830"/>
                                      <a:pt x="252" y="1863"/>
                                    </a:cubicBezTo>
                                    <a:cubicBezTo>
                                      <a:pt x="242" y="1981"/>
                                      <a:pt x="214" y="2022"/>
                                      <a:pt x="167" y="2130"/>
                                    </a:cubicBezTo>
                                    <a:cubicBezTo>
                                      <a:pt x="128" y="2216"/>
                                      <a:pt x="43" y="2342"/>
                                      <a:pt x="17" y="2378"/>
                                    </a:cubicBezTo>
                                    <a:cubicBezTo>
                                      <a:pt x="0" y="2395"/>
                                      <a:pt x="4" y="2439"/>
                                      <a:pt x="4" y="2404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9" o:spid="_x0000_s1026" style="position:absolute;margin-left:268.7pt;margin-top:258.9pt;width:17.5pt;height:121.9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0,2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" path="m343,v-7,19,7,85,,104c340,224,330,337,291,462v-14,133,-8,201,-26,267c260,1027,260,1199,265,1498v-2,89,-4,178,-7,267c257,1798,255,1830,252,1863v-10,118,-38,159,-85,267c128,2216,43,2342,17,2378,,2395,4,2439,4,2404e" filled="f" strokecolor="black [3213]" strokeweight="1.5pt">
                      <v:path arrowok="t" o:connecttype="custom" o:connectlocs="217805,0;217805,66040;184785,293370;168275,462915;168275,951230;163830,1120775;160020,1183005;106045,1352550;10795,1510030;2540,152654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3291840</wp:posOffset>
                      </wp:positionV>
                      <wp:extent cx="113030" cy="1096645"/>
                      <wp:effectExtent l="12065" t="14605" r="27305" b="12700"/>
                      <wp:wrapNone/>
                      <wp:docPr id="151" name="Freeform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030" cy="1096645"/>
                              </a:xfrm>
                              <a:custGeom>
                                <a:avLst/>
                                <a:gdLst>
                                  <a:gd name="T0" fmla="*/ 0 w 178"/>
                                  <a:gd name="T1" fmla="*/ 0 h 1727"/>
                                  <a:gd name="T2" fmla="*/ 46 w 178"/>
                                  <a:gd name="T3" fmla="*/ 98 h 1727"/>
                                  <a:gd name="T4" fmla="*/ 53 w 178"/>
                                  <a:gd name="T5" fmla="*/ 98 h 1727"/>
                                  <a:gd name="T6" fmla="*/ 98 w 178"/>
                                  <a:gd name="T7" fmla="*/ 157 h 1727"/>
                                  <a:gd name="T8" fmla="*/ 131 w 178"/>
                                  <a:gd name="T9" fmla="*/ 215 h 1727"/>
                                  <a:gd name="T10" fmla="*/ 150 w 178"/>
                                  <a:gd name="T11" fmla="*/ 280 h 1727"/>
                                  <a:gd name="T12" fmla="*/ 176 w 178"/>
                                  <a:gd name="T13" fmla="*/ 437 h 1727"/>
                                  <a:gd name="T14" fmla="*/ 163 w 178"/>
                                  <a:gd name="T15" fmla="*/ 554 h 1727"/>
                                  <a:gd name="T16" fmla="*/ 124 w 178"/>
                                  <a:gd name="T17" fmla="*/ 873 h 1727"/>
                                  <a:gd name="T18" fmla="*/ 92 w 178"/>
                                  <a:gd name="T19" fmla="*/ 1160 h 1727"/>
                                  <a:gd name="T20" fmla="*/ 46 w 178"/>
                                  <a:gd name="T21" fmla="*/ 1486 h 1727"/>
                                  <a:gd name="T22" fmla="*/ 53 w 178"/>
                                  <a:gd name="T23" fmla="*/ 1688 h 17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78" h="1727">
                                    <a:moveTo>
                                      <a:pt x="0" y="0"/>
                                    </a:moveTo>
                                    <a:cubicBezTo>
                                      <a:pt x="12" y="34"/>
                                      <a:pt x="30" y="66"/>
                                      <a:pt x="46" y="98"/>
                                    </a:cubicBezTo>
                                    <a:cubicBezTo>
                                      <a:pt x="56" y="118"/>
                                      <a:pt x="44" y="88"/>
                                      <a:pt x="53" y="98"/>
                                    </a:cubicBezTo>
                                    <a:cubicBezTo>
                                      <a:pt x="62" y="108"/>
                                      <a:pt x="85" y="137"/>
                                      <a:pt x="98" y="157"/>
                                    </a:cubicBezTo>
                                    <a:cubicBezTo>
                                      <a:pt x="112" y="186"/>
                                      <a:pt x="116" y="187"/>
                                      <a:pt x="131" y="215"/>
                                    </a:cubicBezTo>
                                    <a:cubicBezTo>
                                      <a:pt x="147" y="247"/>
                                      <a:pt x="118" y="258"/>
                                      <a:pt x="150" y="280"/>
                                    </a:cubicBezTo>
                                    <a:cubicBezTo>
                                      <a:pt x="167" y="327"/>
                                      <a:pt x="167" y="386"/>
                                      <a:pt x="176" y="437"/>
                                    </a:cubicBezTo>
                                    <a:cubicBezTo>
                                      <a:pt x="169" y="481"/>
                                      <a:pt x="178" y="512"/>
                                      <a:pt x="163" y="554"/>
                                    </a:cubicBezTo>
                                    <a:cubicBezTo>
                                      <a:pt x="147" y="658"/>
                                      <a:pt x="161" y="774"/>
                                      <a:pt x="124" y="873"/>
                                    </a:cubicBezTo>
                                    <a:cubicBezTo>
                                      <a:pt x="113" y="961"/>
                                      <a:pt x="101" y="1072"/>
                                      <a:pt x="92" y="1160"/>
                                    </a:cubicBezTo>
                                    <a:cubicBezTo>
                                      <a:pt x="87" y="1269"/>
                                      <a:pt x="75" y="1380"/>
                                      <a:pt x="46" y="1486"/>
                                    </a:cubicBezTo>
                                    <a:cubicBezTo>
                                      <a:pt x="53" y="1727"/>
                                      <a:pt x="53" y="1608"/>
                                      <a:pt x="53" y="1688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8" o:spid="_x0000_s1026" style="position:absolute;margin-left:286.15pt;margin-top:259.2pt;width:8.9pt;height:86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8,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" path="m,c12,34,30,66,46,98v10,20,-2,-10,7,c62,108,85,137,98,157v14,29,18,30,33,58c147,247,118,258,150,280v17,47,17,106,26,157c169,481,178,512,163,554v-16,104,-2,220,-39,319c113,961,101,1072,92,1160v-5,109,-17,220,-46,326c53,1727,53,1608,53,1688e" filled="f" strokecolor="black [3213]" strokeweight="1.5pt">
                      <v:path arrowok="t" o:connecttype="custom" o:connectlocs="0,0;29210,62230;33655,62230;62230,99695;83185,136525;95250,177800;111760,277495;103505,351790;78740,554355;58420,736600;29210,943610;33655,107188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3632200</wp:posOffset>
                      </wp:positionH>
                      <wp:positionV relativeFrom="paragraph">
                        <wp:posOffset>3084830</wp:posOffset>
                      </wp:positionV>
                      <wp:extent cx="172085" cy="1307465"/>
                      <wp:effectExtent l="10160" t="17145" r="27305" b="18415"/>
                      <wp:wrapNone/>
                      <wp:docPr id="150" name="Freeform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085" cy="1307465"/>
                              </a:xfrm>
                              <a:custGeom>
                                <a:avLst/>
                                <a:gdLst>
                                  <a:gd name="T0" fmla="*/ 23 w 271"/>
                                  <a:gd name="T1" fmla="*/ 0 h 2059"/>
                                  <a:gd name="T2" fmla="*/ 17 w 271"/>
                                  <a:gd name="T3" fmla="*/ 144 h 2059"/>
                                  <a:gd name="T4" fmla="*/ 56 w 271"/>
                                  <a:gd name="T5" fmla="*/ 183 h 2059"/>
                                  <a:gd name="T6" fmla="*/ 95 w 271"/>
                                  <a:gd name="T7" fmla="*/ 287 h 2059"/>
                                  <a:gd name="T8" fmla="*/ 121 w 271"/>
                                  <a:gd name="T9" fmla="*/ 346 h 2059"/>
                                  <a:gd name="T10" fmla="*/ 186 w 271"/>
                                  <a:gd name="T11" fmla="*/ 483 h 2059"/>
                                  <a:gd name="T12" fmla="*/ 219 w 271"/>
                                  <a:gd name="T13" fmla="*/ 561 h 2059"/>
                                  <a:gd name="T14" fmla="*/ 271 w 271"/>
                                  <a:gd name="T15" fmla="*/ 730 h 2059"/>
                                  <a:gd name="T16" fmla="*/ 219 w 271"/>
                                  <a:gd name="T17" fmla="*/ 1030 h 2059"/>
                                  <a:gd name="T18" fmla="*/ 179 w 271"/>
                                  <a:gd name="T19" fmla="*/ 1310 h 2059"/>
                                  <a:gd name="T20" fmla="*/ 147 w 271"/>
                                  <a:gd name="T21" fmla="*/ 1577 h 2059"/>
                                  <a:gd name="T22" fmla="*/ 114 w 271"/>
                                  <a:gd name="T23" fmla="*/ 1766 h 2059"/>
                                  <a:gd name="T24" fmla="*/ 95 w 271"/>
                                  <a:gd name="T25" fmla="*/ 1838 h 2059"/>
                                  <a:gd name="T26" fmla="*/ 62 w 271"/>
                                  <a:gd name="T27" fmla="*/ 2027 h 2059"/>
                                  <a:gd name="T28" fmla="*/ 56 w 271"/>
                                  <a:gd name="T29" fmla="*/ 2059 h 20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71" h="2059">
                                    <a:moveTo>
                                      <a:pt x="23" y="0"/>
                                    </a:moveTo>
                                    <a:cubicBezTo>
                                      <a:pt x="10" y="42"/>
                                      <a:pt x="0" y="102"/>
                                      <a:pt x="17" y="144"/>
                                    </a:cubicBezTo>
                                    <a:cubicBezTo>
                                      <a:pt x="24" y="161"/>
                                      <a:pt x="56" y="183"/>
                                      <a:pt x="56" y="183"/>
                                    </a:cubicBezTo>
                                    <a:cubicBezTo>
                                      <a:pt x="68" y="218"/>
                                      <a:pt x="74" y="256"/>
                                      <a:pt x="95" y="287"/>
                                    </a:cubicBezTo>
                                    <a:cubicBezTo>
                                      <a:pt x="102" y="310"/>
                                      <a:pt x="108" y="326"/>
                                      <a:pt x="121" y="346"/>
                                    </a:cubicBezTo>
                                    <a:cubicBezTo>
                                      <a:pt x="135" y="389"/>
                                      <a:pt x="161" y="445"/>
                                      <a:pt x="186" y="483"/>
                                    </a:cubicBezTo>
                                    <a:cubicBezTo>
                                      <a:pt x="196" y="512"/>
                                      <a:pt x="210" y="533"/>
                                      <a:pt x="219" y="561"/>
                                    </a:cubicBezTo>
                                    <a:cubicBezTo>
                                      <a:pt x="238" y="617"/>
                                      <a:pt x="251" y="675"/>
                                      <a:pt x="271" y="730"/>
                                    </a:cubicBezTo>
                                    <a:cubicBezTo>
                                      <a:pt x="265" y="848"/>
                                      <a:pt x="251" y="922"/>
                                      <a:pt x="219" y="1030"/>
                                    </a:cubicBezTo>
                                    <a:cubicBezTo>
                                      <a:pt x="210" y="1125"/>
                                      <a:pt x="199" y="1217"/>
                                      <a:pt x="179" y="1310"/>
                                    </a:cubicBezTo>
                                    <a:cubicBezTo>
                                      <a:pt x="171" y="1399"/>
                                      <a:pt x="154" y="1487"/>
                                      <a:pt x="147" y="1577"/>
                                    </a:cubicBezTo>
                                    <a:cubicBezTo>
                                      <a:pt x="142" y="1640"/>
                                      <a:pt x="136" y="1706"/>
                                      <a:pt x="114" y="1766"/>
                                    </a:cubicBezTo>
                                    <a:cubicBezTo>
                                      <a:pt x="109" y="1792"/>
                                      <a:pt x="102" y="1813"/>
                                      <a:pt x="95" y="1838"/>
                                    </a:cubicBezTo>
                                    <a:cubicBezTo>
                                      <a:pt x="91" y="1916"/>
                                      <a:pt x="101" y="1967"/>
                                      <a:pt x="62" y="2027"/>
                                    </a:cubicBezTo>
                                    <a:cubicBezTo>
                                      <a:pt x="56" y="2055"/>
                                      <a:pt x="56" y="2044"/>
                                      <a:pt x="56" y="205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7" o:spid="_x0000_s1026" style="position:absolute;margin-left:286pt;margin-top:242.9pt;width:13.55pt;height:102.9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1,2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" path="m23,c10,42,,102,17,144v7,17,39,39,39,39c68,218,74,256,95,287v7,23,13,39,26,59c135,389,161,445,186,483v10,29,24,50,33,78c238,617,251,675,271,730v-6,118,-20,192,-52,300c210,1125,199,1217,179,1310v-8,89,-25,177,-32,267c142,1640,136,1706,114,1766v-5,26,-12,47,-19,72c91,1916,101,1967,62,2027v-6,28,-6,17,-6,32e" filled="f" strokecolor="black [3213]" strokeweight="1.5pt">
                      <v:path arrowok="t" o:connecttype="custom" o:connectlocs="14605,0;10795,91440;35560,116205;60325,182245;76835,219710;118110,306705;139065,356235;172085,463550;139065,654050;113665,831850;93345,1001395;72390,1121410;60325,1167130;39370,1287145;35560,1307465" o:connectangles="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3634105</wp:posOffset>
                      </wp:positionH>
                      <wp:positionV relativeFrom="paragraph">
                        <wp:posOffset>3072765</wp:posOffset>
                      </wp:positionV>
                      <wp:extent cx="276225" cy="1861820"/>
                      <wp:effectExtent l="12065" t="14605" r="16510" b="9525"/>
                      <wp:wrapNone/>
                      <wp:docPr id="149" name="Freeform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6225" cy="1861820"/>
                              </a:xfrm>
                              <a:custGeom>
                                <a:avLst/>
                                <a:gdLst>
                                  <a:gd name="T0" fmla="*/ 0 w 435"/>
                                  <a:gd name="T1" fmla="*/ 0 h 2932"/>
                                  <a:gd name="T2" fmla="*/ 111 w 435"/>
                                  <a:gd name="T3" fmla="*/ 45 h 2932"/>
                                  <a:gd name="T4" fmla="*/ 242 w 435"/>
                                  <a:gd name="T5" fmla="*/ 176 h 2932"/>
                                  <a:gd name="T6" fmla="*/ 294 w 435"/>
                                  <a:gd name="T7" fmla="*/ 261 h 2932"/>
                                  <a:gd name="T8" fmla="*/ 352 w 435"/>
                                  <a:gd name="T9" fmla="*/ 352 h 2932"/>
                                  <a:gd name="T10" fmla="*/ 385 w 435"/>
                                  <a:gd name="T11" fmla="*/ 404 h 2932"/>
                                  <a:gd name="T12" fmla="*/ 417 w 435"/>
                                  <a:gd name="T13" fmla="*/ 508 h 2932"/>
                                  <a:gd name="T14" fmla="*/ 378 w 435"/>
                                  <a:gd name="T15" fmla="*/ 1016 h 2932"/>
                                  <a:gd name="T16" fmla="*/ 359 w 435"/>
                                  <a:gd name="T17" fmla="*/ 1108 h 2932"/>
                                  <a:gd name="T18" fmla="*/ 346 w 435"/>
                                  <a:gd name="T19" fmla="*/ 1225 h 2932"/>
                                  <a:gd name="T20" fmla="*/ 300 w 435"/>
                                  <a:gd name="T21" fmla="*/ 1368 h 2932"/>
                                  <a:gd name="T22" fmla="*/ 274 w 435"/>
                                  <a:gd name="T23" fmla="*/ 1538 h 2932"/>
                                  <a:gd name="T24" fmla="*/ 229 w 435"/>
                                  <a:gd name="T25" fmla="*/ 1674 h 2932"/>
                                  <a:gd name="T26" fmla="*/ 209 w 435"/>
                                  <a:gd name="T27" fmla="*/ 1785 h 2932"/>
                                  <a:gd name="T28" fmla="*/ 176 w 435"/>
                                  <a:gd name="T29" fmla="*/ 1916 h 2932"/>
                                  <a:gd name="T30" fmla="*/ 163 w 435"/>
                                  <a:gd name="T31" fmla="*/ 1974 h 2932"/>
                                  <a:gd name="T32" fmla="*/ 111 w 435"/>
                                  <a:gd name="T33" fmla="*/ 2352 h 2932"/>
                                  <a:gd name="T34" fmla="*/ 98 w 435"/>
                                  <a:gd name="T35" fmla="*/ 2580 h 2932"/>
                                  <a:gd name="T36" fmla="*/ 85 w 435"/>
                                  <a:gd name="T37" fmla="*/ 2932 h 29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435" h="2932">
                                    <a:moveTo>
                                      <a:pt x="0" y="0"/>
                                    </a:moveTo>
                                    <a:cubicBezTo>
                                      <a:pt x="17" y="16"/>
                                      <a:pt x="94" y="30"/>
                                      <a:pt x="111" y="45"/>
                                    </a:cubicBezTo>
                                    <a:cubicBezTo>
                                      <a:pt x="164" y="92"/>
                                      <a:pt x="180" y="141"/>
                                      <a:pt x="242" y="176"/>
                                    </a:cubicBezTo>
                                    <a:cubicBezTo>
                                      <a:pt x="269" y="191"/>
                                      <a:pt x="269" y="244"/>
                                      <a:pt x="294" y="261"/>
                                    </a:cubicBezTo>
                                    <a:cubicBezTo>
                                      <a:pt x="307" y="270"/>
                                      <a:pt x="352" y="352"/>
                                      <a:pt x="352" y="352"/>
                                    </a:cubicBezTo>
                                    <a:cubicBezTo>
                                      <a:pt x="385" y="403"/>
                                      <a:pt x="378" y="329"/>
                                      <a:pt x="385" y="404"/>
                                    </a:cubicBezTo>
                                    <a:cubicBezTo>
                                      <a:pt x="388" y="439"/>
                                      <a:pt x="407" y="475"/>
                                      <a:pt x="417" y="508"/>
                                    </a:cubicBezTo>
                                    <a:cubicBezTo>
                                      <a:pt x="401" y="678"/>
                                      <a:pt x="435" y="860"/>
                                      <a:pt x="378" y="1016"/>
                                    </a:cubicBezTo>
                                    <a:cubicBezTo>
                                      <a:pt x="374" y="1050"/>
                                      <a:pt x="365" y="1076"/>
                                      <a:pt x="359" y="1108"/>
                                    </a:cubicBezTo>
                                    <a:cubicBezTo>
                                      <a:pt x="340" y="1211"/>
                                      <a:pt x="366" y="1084"/>
                                      <a:pt x="346" y="1225"/>
                                    </a:cubicBezTo>
                                    <a:cubicBezTo>
                                      <a:pt x="339" y="1272"/>
                                      <a:pt x="316" y="1324"/>
                                      <a:pt x="300" y="1368"/>
                                    </a:cubicBezTo>
                                    <a:cubicBezTo>
                                      <a:pt x="293" y="1425"/>
                                      <a:pt x="287" y="1482"/>
                                      <a:pt x="274" y="1538"/>
                                    </a:cubicBezTo>
                                    <a:cubicBezTo>
                                      <a:pt x="263" y="1584"/>
                                      <a:pt x="242" y="1628"/>
                                      <a:pt x="229" y="1674"/>
                                    </a:cubicBezTo>
                                    <a:cubicBezTo>
                                      <a:pt x="219" y="1711"/>
                                      <a:pt x="216" y="1747"/>
                                      <a:pt x="209" y="1785"/>
                                    </a:cubicBezTo>
                                    <a:cubicBezTo>
                                      <a:pt x="200" y="1829"/>
                                      <a:pt x="187" y="1873"/>
                                      <a:pt x="176" y="1916"/>
                                    </a:cubicBezTo>
                                    <a:cubicBezTo>
                                      <a:pt x="171" y="1935"/>
                                      <a:pt x="163" y="1974"/>
                                      <a:pt x="163" y="1974"/>
                                    </a:cubicBezTo>
                                    <a:cubicBezTo>
                                      <a:pt x="152" y="2083"/>
                                      <a:pt x="147" y="2248"/>
                                      <a:pt x="111" y="2352"/>
                                    </a:cubicBezTo>
                                    <a:cubicBezTo>
                                      <a:pt x="104" y="2434"/>
                                      <a:pt x="118" y="2522"/>
                                      <a:pt x="98" y="2580"/>
                                    </a:cubicBezTo>
                                    <a:cubicBezTo>
                                      <a:pt x="92" y="2691"/>
                                      <a:pt x="85" y="2820"/>
                                      <a:pt x="85" y="2932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6" o:spid="_x0000_s1026" style="position:absolute;margin-left:286.15pt;margin-top:241.95pt;width:21.75pt;height:146.6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5,29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" path="m,c17,16,94,30,111,45v53,47,69,96,131,131c269,191,269,244,294,261v13,9,58,91,58,91c385,403,378,329,385,404v3,35,22,71,32,104c401,678,435,860,378,1016v-4,34,-13,60,-19,92c340,1211,366,1084,346,1225v-7,47,-30,99,-46,143c293,1425,287,1482,274,1538v-11,46,-32,90,-45,136c219,1711,216,1747,209,1785v-9,44,-22,88,-33,131c171,1935,163,1974,163,1974v-11,109,-16,274,-52,378c104,2434,118,2522,98,2580v-6,111,-13,240,-13,352e" filled="f" strokeweight="1.25pt">
                      <v:path arrowok="t" o:connecttype="custom" o:connectlocs="0,0;70485,28575;153670,111760;186690,165735;223520,223520;244475,256540;264795,322580;240030,645160;227965,703580;219710,777875;190500,868680;173990,976630;145415,1062990;132715,1133475;111760,1216660;103505,1253490;70485,1493520;62230,1638300;53975,1861820" o:connectangles="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3646805</wp:posOffset>
                      </wp:positionH>
                      <wp:positionV relativeFrom="paragraph">
                        <wp:posOffset>2977515</wp:posOffset>
                      </wp:positionV>
                      <wp:extent cx="307975" cy="1911985"/>
                      <wp:effectExtent l="15240" t="14605" r="10160" b="16510"/>
                      <wp:wrapNone/>
                      <wp:docPr id="148" name="Freeform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7975" cy="1911985"/>
                              </a:xfrm>
                              <a:custGeom>
                                <a:avLst/>
                                <a:gdLst>
                                  <a:gd name="T0" fmla="*/ 0 w 485"/>
                                  <a:gd name="T1" fmla="*/ 0 h 3011"/>
                                  <a:gd name="T2" fmla="*/ 52 w 485"/>
                                  <a:gd name="T3" fmla="*/ 39 h 3011"/>
                                  <a:gd name="T4" fmla="*/ 72 w 485"/>
                                  <a:gd name="T5" fmla="*/ 78 h 3011"/>
                                  <a:gd name="T6" fmla="*/ 130 w 485"/>
                                  <a:gd name="T7" fmla="*/ 124 h 3011"/>
                                  <a:gd name="T8" fmla="*/ 202 w 485"/>
                                  <a:gd name="T9" fmla="*/ 176 h 3011"/>
                                  <a:gd name="T10" fmla="*/ 261 w 485"/>
                                  <a:gd name="T11" fmla="*/ 215 h 3011"/>
                                  <a:gd name="T12" fmla="*/ 339 w 485"/>
                                  <a:gd name="T13" fmla="*/ 319 h 3011"/>
                                  <a:gd name="T14" fmla="*/ 378 w 485"/>
                                  <a:gd name="T15" fmla="*/ 378 h 3011"/>
                                  <a:gd name="T16" fmla="*/ 391 w 485"/>
                                  <a:gd name="T17" fmla="*/ 397 h 3011"/>
                                  <a:gd name="T18" fmla="*/ 424 w 485"/>
                                  <a:gd name="T19" fmla="*/ 476 h 3011"/>
                                  <a:gd name="T20" fmla="*/ 476 w 485"/>
                                  <a:gd name="T21" fmla="*/ 652 h 3011"/>
                                  <a:gd name="T22" fmla="*/ 463 w 485"/>
                                  <a:gd name="T23" fmla="*/ 990 h 3011"/>
                                  <a:gd name="T24" fmla="*/ 450 w 485"/>
                                  <a:gd name="T25" fmla="*/ 1205 h 3011"/>
                                  <a:gd name="T26" fmla="*/ 365 w 485"/>
                                  <a:gd name="T27" fmla="*/ 1525 h 3011"/>
                                  <a:gd name="T28" fmla="*/ 293 w 485"/>
                                  <a:gd name="T29" fmla="*/ 1753 h 3011"/>
                                  <a:gd name="T30" fmla="*/ 280 w 485"/>
                                  <a:gd name="T31" fmla="*/ 1929 h 3011"/>
                                  <a:gd name="T32" fmla="*/ 241 w 485"/>
                                  <a:gd name="T33" fmla="*/ 2085 h 3011"/>
                                  <a:gd name="T34" fmla="*/ 176 w 485"/>
                                  <a:gd name="T35" fmla="*/ 2333 h 3011"/>
                                  <a:gd name="T36" fmla="*/ 137 w 485"/>
                                  <a:gd name="T37" fmla="*/ 2574 h 3011"/>
                                  <a:gd name="T38" fmla="*/ 130 w 485"/>
                                  <a:gd name="T39" fmla="*/ 2867 h 3011"/>
                                  <a:gd name="T40" fmla="*/ 137 w 485"/>
                                  <a:gd name="T41" fmla="*/ 2984 h 3011"/>
                                  <a:gd name="T42" fmla="*/ 130 w 485"/>
                                  <a:gd name="T43" fmla="*/ 2991 h 30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485" h="3011">
                                    <a:moveTo>
                                      <a:pt x="0" y="0"/>
                                    </a:moveTo>
                                    <a:cubicBezTo>
                                      <a:pt x="16" y="24"/>
                                      <a:pt x="29" y="23"/>
                                      <a:pt x="52" y="39"/>
                                    </a:cubicBezTo>
                                    <a:cubicBezTo>
                                      <a:pt x="60" y="51"/>
                                      <a:pt x="63" y="67"/>
                                      <a:pt x="72" y="78"/>
                                    </a:cubicBezTo>
                                    <a:cubicBezTo>
                                      <a:pt x="85" y="94"/>
                                      <a:pt x="112" y="112"/>
                                      <a:pt x="130" y="124"/>
                                    </a:cubicBezTo>
                                    <a:cubicBezTo>
                                      <a:pt x="149" y="151"/>
                                      <a:pt x="172" y="165"/>
                                      <a:pt x="202" y="176"/>
                                    </a:cubicBezTo>
                                    <a:cubicBezTo>
                                      <a:pt x="220" y="202"/>
                                      <a:pt x="231" y="208"/>
                                      <a:pt x="261" y="215"/>
                                    </a:cubicBezTo>
                                    <a:cubicBezTo>
                                      <a:pt x="315" y="251"/>
                                      <a:pt x="307" y="263"/>
                                      <a:pt x="339" y="319"/>
                                    </a:cubicBezTo>
                                    <a:cubicBezTo>
                                      <a:pt x="351" y="339"/>
                                      <a:pt x="365" y="358"/>
                                      <a:pt x="378" y="378"/>
                                    </a:cubicBezTo>
                                    <a:cubicBezTo>
                                      <a:pt x="382" y="384"/>
                                      <a:pt x="391" y="397"/>
                                      <a:pt x="391" y="397"/>
                                    </a:cubicBezTo>
                                    <a:cubicBezTo>
                                      <a:pt x="400" y="426"/>
                                      <a:pt x="415" y="446"/>
                                      <a:pt x="424" y="476"/>
                                    </a:cubicBezTo>
                                    <a:cubicBezTo>
                                      <a:pt x="442" y="534"/>
                                      <a:pt x="456" y="594"/>
                                      <a:pt x="476" y="652"/>
                                    </a:cubicBezTo>
                                    <a:cubicBezTo>
                                      <a:pt x="485" y="766"/>
                                      <a:pt x="470" y="876"/>
                                      <a:pt x="463" y="990"/>
                                    </a:cubicBezTo>
                                    <a:cubicBezTo>
                                      <a:pt x="459" y="1052"/>
                                      <a:pt x="458" y="1138"/>
                                      <a:pt x="450" y="1205"/>
                                    </a:cubicBezTo>
                                    <a:cubicBezTo>
                                      <a:pt x="438" y="1311"/>
                                      <a:pt x="396" y="1423"/>
                                      <a:pt x="365" y="1525"/>
                                    </a:cubicBezTo>
                                    <a:cubicBezTo>
                                      <a:pt x="355" y="1606"/>
                                      <a:pt x="315" y="1674"/>
                                      <a:pt x="293" y="1753"/>
                                    </a:cubicBezTo>
                                    <a:cubicBezTo>
                                      <a:pt x="279" y="1804"/>
                                      <a:pt x="292" y="1877"/>
                                      <a:pt x="280" y="1929"/>
                                    </a:cubicBezTo>
                                    <a:cubicBezTo>
                                      <a:pt x="268" y="1982"/>
                                      <a:pt x="260" y="2034"/>
                                      <a:pt x="241" y="2085"/>
                                    </a:cubicBezTo>
                                    <a:cubicBezTo>
                                      <a:pt x="226" y="2169"/>
                                      <a:pt x="194" y="2250"/>
                                      <a:pt x="176" y="2333"/>
                                    </a:cubicBezTo>
                                    <a:cubicBezTo>
                                      <a:pt x="162" y="2394"/>
                                      <a:pt x="161" y="2515"/>
                                      <a:pt x="137" y="2574"/>
                                    </a:cubicBezTo>
                                    <a:cubicBezTo>
                                      <a:pt x="129" y="2683"/>
                                      <a:pt x="150" y="2759"/>
                                      <a:pt x="130" y="2867"/>
                                    </a:cubicBezTo>
                                    <a:cubicBezTo>
                                      <a:pt x="134" y="2925"/>
                                      <a:pt x="106" y="2939"/>
                                      <a:pt x="137" y="2984"/>
                                    </a:cubicBezTo>
                                    <a:cubicBezTo>
                                      <a:pt x="129" y="3008"/>
                                      <a:pt x="130" y="3011"/>
                                      <a:pt x="130" y="2991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5" o:spid="_x0000_s1026" style="position:absolute;margin-left:287.15pt;margin-top:234.45pt;width:24.25pt;height:150.5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5,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" path="m,c16,24,29,23,52,39v8,12,11,28,20,39c85,94,112,112,130,124v19,27,42,41,72,52c220,202,231,208,261,215v54,36,46,48,78,104c351,339,365,358,378,378v4,6,13,19,13,19c400,426,415,446,424,476v18,58,32,118,52,176c485,766,470,876,463,990v-4,62,-5,148,-13,215c438,1311,396,1423,365,1525v-10,81,-50,149,-72,228c279,1804,292,1877,280,1929v-12,53,-20,105,-39,156c226,2169,194,2250,176,2333v-14,61,-15,182,-39,241c129,2683,150,2759,130,2867v4,58,-24,72,7,117c129,3008,130,3011,130,2991e" filled="f" strokecolor="black [3213]" strokeweight="1.5pt">
                      <v:path arrowok="t" o:connecttype="custom" o:connectlocs="0,0;33020,24765;45720,49530;82550,78740;128270,111760;165735,136525;215265,202565;240030,240030;248285,252095;269240,302260;302260,414020;294005,628650;285750,765175;231775,968375;186055,1113155;177800,1224915;153035,1323975;111760,1481455;86995,1634490;82550,1820545;86995,1894840;82550,1899285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3398520</wp:posOffset>
                      </wp:positionH>
                      <wp:positionV relativeFrom="paragraph">
                        <wp:posOffset>3068320</wp:posOffset>
                      </wp:positionV>
                      <wp:extent cx="188595" cy="1696720"/>
                      <wp:effectExtent l="14605" t="10160" r="15875" b="17145"/>
                      <wp:wrapNone/>
                      <wp:docPr id="147" name="Freeform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8595" cy="1696720"/>
                              </a:xfrm>
                              <a:custGeom>
                                <a:avLst/>
                                <a:gdLst>
                                  <a:gd name="T0" fmla="*/ 287 w 297"/>
                                  <a:gd name="T1" fmla="*/ 0 h 2672"/>
                                  <a:gd name="T2" fmla="*/ 261 w 297"/>
                                  <a:gd name="T3" fmla="*/ 118 h 2672"/>
                                  <a:gd name="T4" fmla="*/ 267 w 297"/>
                                  <a:gd name="T5" fmla="*/ 209 h 2672"/>
                                  <a:gd name="T6" fmla="*/ 248 w 297"/>
                                  <a:gd name="T7" fmla="*/ 489 h 2672"/>
                                  <a:gd name="T8" fmla="*/ 228 w 297"/>
                                  <a:gd name="T9" fmla="*/ 685 h 2672"/>
                                  <a:gd name="T10" fmla="*/ 196 w 297"/>
                                  <a:gd name="T11" fmla="*/ 1362 h 2672"/>
                                  <a:gd name="T12" fmla="*/ 209 w 297"/>
                                  <a:gd name="T13" fmla="*/ 1857 h 2672"/>
                                  <a:gd name="T14" fmla="*/ 196 w 297"/>
                                  <a:gd name="T15" fmla="*/ 1975 h 2672"/>
                                  <a:gd name="T16" fmla="*/ 202 w 297"/>
                                  <a:gd name="T17" fmla="*/ 2092 h 2672"/>
                                  <a:gd name="T18" fmla="*/ 183 w 297"/>
                                  <a:gd name="T19" fmla="*/ 2229 h 2672"/>
                                  <a:gd name="T20" fmla="*/ 163 w 297"/>
                                  <a:gd name="T21" fmla="*/ 2353 h 2672"/>
                                  <a:gd name="T22" fmla="*/ 111 w 297"/>
                                  <a:gd name="T23" fmla="*/ 2489 h 2672"/>
                                  <a:gd name="T24" fmla="*/ 59 w 297"/>
                                  <a:gd name="T25" fmla="*/ 2581 h 2672"/>
                                  <a:gd name="T26" fmla="*/ 33 w 297"/>
                                  <a:gd name="T27" fmla="*/ 2633 h 2672"/>
                                  <a:gd name="T28" fmla="*/ 0 w 297"/>
                                  <a:gd name="T29" fmla="*/ 2672 h 26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297" h="2672">
                                    <a:moveTo>
                                      <a:pt x="287" y="0"/>
                                    </a:moveTo>
                                    <a:cubicBezTo>
                                      <a:pt x="297" y="55"/>
                                      <a:pt x="269" y="55"/>
                                      <a:pt x="261" y="118"/>
                                    </a:cubicBezTo>
                                    <a:cubicBezTo>
                                      <a:pt x="258" y="140"/>
                                      <a:pt x="267" y="209"/>
                                      <a:pt x="267" y="209"/>
                                    </a:cubicBezTo>
                                    <a:cubicBezTo>
                                      <a:pt x="262" y="423"/>
                                      <a:pt x="280" y="382"/>
                                      <a:pt x="248" y="489"/>
                                    </a:cubicBezTo>
                                    <a:cubicBezTo>
                                      <a:pt x="245" y="552"/>
                                      <a:pt x="250" y="623"/>
                                      <a:pt x="228" y="685"/>
                                    </a:cubicBezTo>
                                    <a:cubicBezTo>
                                      <a:pt x="202" y="857"/>
                                      <a:pt x="196" y="1186"/>
                                      <a:pt x="196" y="1362"/>
                                    </a:cubicBezTo>
                                    <a:cubicBezTo>
                                      <a:pt x="200" y="1604"/>
                                      <a:pt x="201" y="1616"/>
                                      <a:pt x="209" y="1857"/>
                                    </a:cubicBezTo>
                                    <a:cubicBezTo>
                                      <a:pt x="207" y="1894"/>
                                      <a:pt x="200" y="1938"/>
                                      <a:pt x="196" y="1975"/>
                                    </a:cubicBezTo>
                                    <a:cubicBezTo>
                                      <a:pt x="194" y="1995"/>
                                      <a:pt x="206" y="2073"/>
                                      <a:pt x="202" y="2092"/>
                                    </a:cubicBezTo>
                                    <a:cubicBezTo>
                                      <a:pt x="200" y="2101"/>
                                      <a:pt x="183" y="2229"/>
                                      <a:pt x="183" y="2229"/>
                                    </a:cubicBezTo>
                                    <a:cubicBezTo>
                                      <a:pt x="178" y="2293"/>
                                      <a:pt x="183" y="2299"/>
                                      <a:pt x="163" y="2353"/>
                                    </a:cubicBezTo>
                                    <a:cubicBezTo>
                                      <a:pt x="155" y="2374"/>
                                      <a:pt x="124" y="2472"/>
                                      <a:pt x="111" y="2489"/>
                                    </a:cubicBezTo>
                                    <a:cubicBezTo>
                                      <a:pt x="90" y="2516"/>
                                      <a:pt x="77" y="2554"/>
                                      <a:pt x="59" y="2581"/>
                                    </a:cubicBezTo>
                                    <a:cubicBezTo>
                                      <a:pt x="57" y="2589"/>
                                      <a:pt x="36" y="2629"/>
                                      <a:pt x="33" y="2633"/>
                                    </a:cubicBezTo>
                                    <a:cubicBezTo>
                                      <a:pt x="21" y="2656"/>
                                      <a:pt x="9" y="2657"/>
                                      <a:pt x="0" y="2672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4" o:spid="_x0000_s1026" style="position:absolute;margin-left:267.6pt;margin-top:241.6pt;width:14.85pt;height:133.6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7,2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" path="m287,v10,55,-18,55,-26,118c258,140,267,209,267,209v-5,214,13,173,-19,280c245,552,250,623,228,685v-26,172,-32,501,-32,677c200,1604,201,1616,209,1857v-2,37,-9,81,-13,118c194,1995,206,2073,202,2092v-2,9,-19,137,-19,137c178,2293,183,2299,163,2353v-8,21,-39,119,-52,136c90,2516,77,2554,59,2581v-2,8,-23,48,-26,52c21,2656,9,2657,,2672e" filled="f" strokecolor="black [3213]" strokeweight="1.25pt">
                      <v:path arrowok="t" o:connecttype="custom" o:connectlocs="182245,0;165735,74930;169545,132715;157480,310515;144780,434975;124460,864870;132715,1179195;124460,1254125;128270,1328420;116205,1415415;103505,1494155;70485,1580515;37465,1638935;20955,1671955;0,1696720" o:connectangles="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3642995</wp:posOffset>
                      </wp:positionH>
                      <wp:positionV relativeFrom="paragraph">
                        <wp:posOffset>1405255</wp:posOffset>
                      </wp:positionV>
                      <wp:extent cx="210185" cy="1580515"/>
                      <wp:effectExtent l="20955" t="13970" r="16510" b="15240"/>
                      <wp:wrapNone/>
                      <wp:docPr id="146" name="Freeform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0185" cy="1580515"/>
                              </a:xfrm>
                              <a:custGeom>
                                <a:avLst/>
                                <a:gdLst>
                                  <a:gd name="T0" fmla="*/ 319 w 331"/>
                                  <a:gd name="T1" fmla="*/ 0 h 2489"/>
                                  <a:gd name="T2" fmla="*/ 306 w 331"/>
                                  <a:gd name="T3" fmla="*/ 222 h 2489"/>
                                  <a:gd name="T4" fmla="*/ 260 w 331"/>
                                  <a:gd name="T5" fmla="*/ 652 h 2489"/>
                                  <a:gd name="T6" fmla="*/ 273 w 331"/>
                                  <a:gd name="T7" fmla="*/ 730 h 2489"/>
                                  <a:gd name="T8" fmla="*/ 221 w 331"/>
                                  <a:gd name="T9" fmla="*/ 964 h 2489"/>
                                  <a:gd name="T10" fmla="*/ 202 w 331"/>
                                  <a:gd name="T11" fmla="*/ 1049 h 2489"/>
                                  <a:gd name="T12" fmla="*/ 188 w 331"/>
                                  <a:gd name="T13" fmla="*/ 1088 h 2489"/>
                                  <a:gd name="T14" fmla="*/ 130 w 331"/>
                                  <a:gd name="T15" fmla="*/ 1310 h 2489"/>
                                  <a:gd name="T16" fmla="*/ 110 w 331"/>
                                  <a:gd name="T17" fmla="*/ 1381 h 2489"/>
                                  <a:gd name="T18" fmla="*/ 65 w 331"/>
                                  <a:gd name="T19" fmla="*/ 1648 h 2489"/>
                                  <a:gd name="T20" fmla="*/ 45 w 331"/>
                                  <a:gd name="T21" fmla="*/ 1850 h 2489"/>
                                  <a:gd name="T22" fmla="*/ 26 w 331"/>
                                  <a:gd name="T23" fmla="*/ 2007 h 2489"/>
                                  <a:gd name="T24" fmla="*/ 0 w 331"/>
                                  <a:gd name="T25" fmla="*/ 2248 h 2489"/>
                                  <a:gd name="T26" fmla="*/ 0 w 331"/>
                                  <a:gd name="T27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331" h="2489">
                                    <a:moveTo>
                                      <a:pt x="319" y="0"/>
                                    </a:moveTo>
                                    <a:cubicBezTo>
                                      <a:pt x="331" y="80"/>
                                      <a:pt x="329" y="145"/>
                                      <a:pt x="306" y="222"/>
                                    </a:cubicBezTo>
                                    <a:cubicBezTo>
                                      <a:pt x="299" y="362"/>
                                      <a:pt x="307" y="518"/>
                                      <a:pt x="260" y="652"/>
                                    </a:cubicBezTo>
                                    <a:cubicBezTo>
                                      <a:pt x="263" y="678"/>
                                      <a:pt x="273" y="704"/>
                                      <a:pt x="273" y="730"/>
                                    </a:cubicBezTo>
                                    <a:cubicBezTo>
                                      <a:pt x="273" y="808"/>
                                      <a:pt x="241" y="889"/>
                                      <a:pt x="221" y="964"/>
                                    </a:cubicBezTo>
                                    <a:cubicBezTo>
                                      <a:pt x="217" y="997"/>
                                      <a:pt x="212" y="1019"/>
                                      <a:pt x="202" y="1049"/>
                                    </a:cubicBezTo>
                                    <a:cubicBezTo>
                                      <a:pt x="198" y="1062"/>
                                      <a:pt x="188" y="1088"/>
                                      <a:pt x="188" y="1088"/>
                                    </a:cubicBezTo>
                                    <a:cubicBezTo>
                                      <a:pt x="182" y="1160"/>
                                      <a:pt x="171" y="1247"/>
                                      <a:pt x="130" y="1310"/>
                                    </a:cubicBezTo>
                                    <a:cubicBezTo>
                                      <a:pt x="125" y="1335"/>
                                      <a:pt x="119" y="1357"/>
                                      <a:pt x="110" y="1381"/>
                                    </a:cubicBezTo>
                                    <a:cubicBezTo>
                                      <a:pt x="102" y="1473"/>
                                      <a:pt x="75" y="1557"/>
                                      <a:pt x="65" y="1648"/>
                                    </a:cubicBezTo>
                                    <a:cubicBezTo>
                                      <a:pt x="61" y="1727"/>
                                      <a:pt x="60" y="1779"/>
                                      <a:pt x="45" y="1850"/>
                                    </a:cubicBezTo>
                                    <a:cubicBezTo>
                                      <a:pt x="40" y="1902"/>
                                      <a:pt x="31" y="1955"/>
                                      <a:pt x="26" y="2007"/>
                                    </a:cubicBezTo>
                                    <a:cubicBezTo>
                                      <a:pt x="20" y="2072"/>
                                      <a:pt x="22" y="2176"/>
                                      <a:pt x="0" y="2248"/>
                                    </a:cubicBezTo>
                                    <a:cubicBezTo>
                                      <a:pt x="11" y="2352"/>
                                      <a:pt x="0" y="2384"/>
                                      <a:pt x="0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3" o:spid="_x0000_s1026" style="position:absolute;margin-left:286.85pt;margin-top:110.65pt;width:16.55pt;height:124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1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" path="m319,v12,80,10,145,-13,222c299,362,307,518,260,652v3,26,13,52,13,78c273,808,241,889,221,964v-4,33,-9,55,-19,85c198,1062,188,1088,188,1088v-6,72,-17,159,-58,222c125,1335,119,1357,110,1381v-8,92,-35,176,-45,267c61,1727,60,1779,45,1850v-5,52,-14,105,-19,157c20,2072,22,2176,,2248v11,104,,136,,241e" filled="f" strokecolor="black [3213]" strokeweight="1.5pt">
                      <v:path arrowok="t" o:connecttype="custom" o:connectlocs="202565,0;194310,140970;165100,414020;173355,463550;140335,612140;128270,666115;119380,690880;82550,831850;69850,876935;41275,1046480;28575,1174750;16510,1274445;0,1427480;0,158051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3853815</wp:posOffset>
                      </wp:positionH>
                      <wp:positionV relativeFrom="paragraph">
                        <wp:posOffset>987425</wp:posOffset>
                      </wp:positionV>
                      <wp:extent cx="22225" cy="330835"/>
                      <wp:effectExtent l="12700" t="15240" r="12700" b="15875"/>
                      <wp:wrapNone/>
                      <wp:docPr id="145" name="Freeform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225" cy="330835"/>
                              </a:xfrm>
                              <a:custGeom>
                                <a:avLst/>
                                <a:gdLst>
                                  <a:gd name="T0" fmla="*/ 19 w 35"/>
                                  <a:gd name="T1" fmla="*/ 0 h 521"/>
                                  <a:gd name="T2" fmla="*/ 26 w 35"/>
                                  <a:gd name="T3" fmla="*/ 384 h 521"/>
                                  <a:gd name="T4" fmla="*/ 13 w 35"/>
                                  <a:gd name="T5" fmla="*/ 476 h 521"/>
                                  <a:gd name="T6" fmla="*/ 0 w 35"/>
                                  <a:gd name="T7" fmla="*/ 521 h 5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5" h="521">
                                    <a:moveTo>
                                      <a:pt x="19" y="0"/>
                                    </a:moveTo>
                                    <a:cubicBezTo>
                                      <a:pt x="31" y="168"/>
                                      <a:pt x="35" y="153"/>
                                      <a:pt x="26" y="384"/>
                                    </a:cubicBezTo>
                                    <a:cubicBezTo>
                                      <a:pt x="24" y="430"/>
                                      <a:pt x="24" y="442"/>
                                      <a:pt x="13" y="476"/>
                                    </a:cubicBezTo>
                                    <a:cubicBezTo>
                                      <a:pt x="8" y="491"/>
                                      <a:pt x="0" y="521"/>
                                      <a:pt x="0" y="521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2" o:spid="_x0000_s1026" style="position:absolute;margin-left:303.45pt;margin-top:77.75pt;width:1.75pt;height:26.0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,5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" path="m19,v12,168,16,153,7,384c24,430,24,442,13,476,8,491,,521,,521e" filled="f" strokeweight="1.5pt">
                      <v:path arrowok="t" o:connecttype="custom" o:connectlocs="12065,0;16510,243840;8255,302260;0,330835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3570605</wp:posOffset>
                      </wp:positionH>
                      <wp:positionV relativeFrom="paragraph">
                        <wp:posOffset>1053465</wp:posOffset>
                      </wp:positionV>
                      <wp:extent cx="174625" cy="2023110"/>
                      <wp:effectExtent l="15240" t="14605" r="19685" b="10160"/>
                      <wp:wrapNone/>
                      <wp:docPr id="144" name="Freeform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625" cy="2023110"/>
                              </a:xfrm>
                              <a:custGeom>
                                <a:avLst/>
                                <a:gdLst>
                                  <a:gd name="T0" fmla="*/ 250 w 275"/>
                                  <a:gd name="T1" fmla="*/ 0 h 3186"/>
                                  <a:gd name="T2" fmla="*/ 231 w 275"/>
                                  <a:gd name="T3" fmla="*/ 98 h 3186"/>
                                  <a:gd name="T4" fmla="*/ 263 w 275"/>
                                  <a:gd name="T5" fmla="*/ 345 h 3186"/>
                                  <a:gd name="T6" fmla="*/ 244 w 275"/>
                                  <a:gd name="T7" fmla="*/ 802 h 3186"/>
                                  <a:gd name="T8" fmla="*/ 224 w 275"/>
                                  <a:gd name="T9" fmla="*/ 1251 h 3186"/>
                                  <a:gd name="T10" fmla="*/ 172 w 275"/>
                                  <a:gd name="T11" fmla="*/ 1583 h 3186"/>
                                  <a:gd name="T12" fmla="*/ 146 w 275"/>
                                  <a:gd name="T13" fmla="*/ 1746 h 3186"/>
                                  <a:gd name="T14" fmla="*/ 114 w 275"/>
                                  <a:gd name="T15" fmla="*/ 1942 h 3186"/>
                                  <a:gd name="T16" fmla="*/ 100 w 275"/>
                                  <a:gd name="T17" fmla="*/ 1981 h 3186"/>
                                  <a:gd name="T18" fmla="*/ 61 w 275"/>
                                  <a:gd name="T19" fmla="*/ 2202 h 3186"/>
                                  <a:gd name="T20" fmla="*/ 55 w 275"/>
                                  <a:gd name="T21" fmla="*/ 2261 h 3186"/>
                                  <a:gd name="T22" fmla="*/ 42 w 275"/>
                                  <a:gd name="T23" fmla="*/ 2300 h 3186"/>
                                  <a:gd name="T24" fmla="*/ 9 w 275"/>
                                  <a:gd name="T25" fmla="*/ 2515 h 3186"/>
                                  <a:gd name="T26" fmla="*/ 9 w 275"/>
                                  <a:gd name="T27" fmla="*/ 2646 h 3186"/>
                                  <a:gd name="T28" fmla="*/ 22 w 275"/>
                                  <a:gd name="T29" fmla="*/ 2867 h 3186"/>
                                  <a:gd name="T30" fmla="*/ 16 w 275"/>
                                  <a:gd name="T31" fmla="*/ 3186 h 31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75" h="3186">
                                    <a:moveTo>
                                      <a:pt x="250" y="0"/>
                                    </a:moveTo>
                                    <a:cubicBezTo>
                                      <a:pt x="240" y="34"/>
                                      <a:pt x="235" y="62"/>
                                      <a:pt x="231" y="98"/>
                                    </a:cubicBezTo>
                                    <a:cubicBezTo>
                                      <a:pt x="235" y="203"/>
                                      <a:pt x="235" y="256"/>
                                      <a:pt x="263" y="345"/>
                                    </a:cubicBezTo>
                                    <a:cubicBezTo>
                                      <a:pt x="249" y="767"/>
                                      <a:pt x="265" y="615"/>
                                      <a:pt x="244" y="802"/>
                                    </a:cubicBezTo>
                                    <a:cubicBezTo>
                                      <a:pt x="248" y="942"/>
                                      <a:pt x="275" y="1114"/>
                                      <a:pt x="224" y="1251"/>
                                    </a:cubicBezTo>
                                    <a:cubicBezTo>
                                      <a:pt x="215" y="1365"/>
                                      <a:pt x="212" y="1475"/>
                                      <a:pt x="172" y="1583"/>
                                    </a:cubicBezTo>
                                    <a:cubicBezTo>
                                      <a:pt x="165" y="1638"/>
                                      <a:pt x="165" y="1694"/>
                                      <a:pt x="146" y="1746"/>
                                    </a:cubicBezTo>
                                    <a:cubicBezTo>
                                      <a:pt x="140" y="1799"/>
                                      <a:pt x="129" y="1901"/>
                                      <a:pt x="114" y="1942"/>
                                    </a:cubicBezTo>
                                    <a:cubicBezTo>
                                      <a:pt x="109" y="1955"/>
                                      <a:pt x="100" y="1981"/>
                                      <a:pt x="100" y="1981"/>
                                    </a:cubicBezTo>
                                    <a:cubicBezTo>
                                      <a:pt x="88" y="2056"/>
                                      <a:pt x="77" y="2128"/>
                                      <a:pt x="61" y="2202"/>
                                    </a:cubicBezTo>
                                    <a:cubicBezTo>
                                      <a:pt x="59" y="2222"/>
                                      <a:pt x="59" y="2242"/>
                                      <a:pt x="55" y="2261"/>
                                    </a:cubicBezTo>
                                    <a:cubicBezTo>
                                      <a:pt x="52" y="2274"/>
                                      <a:pt x="44" y="2286"/>
                                      <a:pt x="42" y="2300"/>
                                    </a:cubicBezTo>
                                    <a:cubicBezTo>
                                      <a:pt x="30" y="2375"/>
                                      <a:pt x="33" y="2443"/>
                                      <a:pt x="9" y="2515"/>
                                    </a:cubicBezTo>
                                    <a:cubicBezTo>
                                      <a:pt x="0" y="2571"/>
                                      <a:pt x="29" y="2595"/>
                                      <a:pt x="9" y="2646"/>
                                    </a:cubicBezTo>
                                    <a:cubicBezTo>
                                      <a:pt x="0" y="2698"/>
                                      <a:pt x="9" y="2795"/>
                                      <a:pt x="22" y="2867"/>
                                    </a:cubicBezTo>
                                    <a:cubicBezTo>
                                      <a:pt x="29" y="2991"/>
                                      <a:pt x="16" y="3105"/>
                                      <a:pt x="16" y="3186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1" o:spid="_x0000_s1026" style="position:absolute;margin-left:281.15pt;margin-top:82.95pt;width:13.75pt;height:159.3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5,3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" path="m250,c240,34,235,62,231,98v4,105,4,158,32,247c249,767,265,615,244,802v4,140,31,312,-20,449c215,1365,212,1475,172,1583v-7,55,-7,111,-26,163c140,1799,129,1901,114,1942v-5,13,-14,39,-14,39c88,2056,77,2128,61,2202v-2,20,-2,40,-6,59c52,2274,44,2286,42,2300v-12,75,-9,143,-33,215c,2571,29,2595,9,2646v-9,52,,149,13,221c29,2991,16,3105,16,3186e" filled="f" strokeweight="1.5pt">
                      <v:path arrowok="t" o:connecttype="custom" o:connectlocs="158750,0;146685,62230;167005,219075;154940,509270;142240,794385;109220,1005205;92710,1108710;72390,1233170;63500,1257935;38735,1398270;34925,1435735;26670,1460500;5715,1597025;5715,1680210;13970,1820545;10160,202311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2945765</wp:posOffset>
                      </wp:positionH>
                      <wp:positionV relativeFrom="paragraph">
                        <wp:posOffset>2825750</wp:posOffset>
                      </wp:positionV>
                      <wp:extent cx="86360" cy="194310"/>
                      <wp:effectExtent l="9525" t="5715" r="8890" b="9525"/>
                      <wp:wrapNone/>
                      <wp:docPr id="143" name="Freeform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6360" cy="194310"/>
                              </a:xfrm>
                              <a:custGeom>
                                <a:avLst/>
                                <a:gdLst>
                                  <a:gd name="T0" fmla="*/ 22 w 136"/>
                                  <a:gd name="T1" fmla="*/ 24 h 306"/>
                                  <a:gd name="T2" fmla="*/ 16 w 136"/>
                                  <a:gd name="T3" fmla="*/ 109 h 306"/>
                                  <a:gd name="T4" fmla="*/ 9 w 136"/>
                                  <a:gd name="T5" fmla="*/ 259 h 306"/>
                                  <a:gd name="T6" fmla="*/ 16 w 136"/>
                                  <a:gd name="T7" fmla="*/ 298 h 306"/>
                                  <a:gd name="T8" fmla="*/ 55 w 136"/>
                                  <a:gd name="T9" fmla="*/ 291 h 306"/>
                                  <a:gd name="T10" fmla="*/ 107 w 136"/>
                                  <a:gd name="T11" fmla="*/ 200 h 306"/>
                                  <a:gd name="T12" fmla="*/ 22 w 136"/>
                                  <a:gd name="T13" fmla="*/ 24 h 30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36" h="306">
                                    <a:moveTo>
                                      <a:pt x="22" y="24"/>
                                    </a:moveTo>
                                    <a:cubicBezTo>
                                      <a:pt x="0" y="58"/>
                                      <a:pt x="6" y="71"/>
                                      <a:pt x="16" y="109"/>
                                    </a:cubicBezTo>
                                    <a:cubicBezTo>
                                      <a:pt x="14" y="159"/>
                                      <a:pt x="9" y="209"/>
                                      <a:pt x="9" y="259"/>
                                    </a:cubicBezTo>
                                    <a:cubicBezTo>
                                      <a:pt x="9" y="272"/>
                                      <a:pt x="5" y="290"/>
                                      <a:pt x="16" y="298"/>
                                    </a:cubicBezTo>
                                    <a:cubicBezTo>
                                      <a:pt x="27" y="306"/>
                                      <a:pt x="42" y="293"/>
                                      <a:pt x="55" y="291"/>
                                    </a:cubicBezTo>
                                    <a:cubicBezTo>
                                      <a:pt x="92" y="264"/>
                                      <a:pt x="97" y="243"/>
                                      <a:pt x="107" y="200"/>
                                    </a:cubicBezTo>
                                    <a:cubicBezTo>
                                      <a:pt x="103" y="112"/>
                                      <a:pt x="136" y="0"/>
                                      <a:pt x="22" y="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0" o:spid="_x0000_s1026" style="position:absolute;margin-left:231.95pt;margin-top:222.5pt;width:6.8pt;height:15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6,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" path="m22,24c,58,6,71,16,109,14,159,9,209,9,259v,13,-4,31,7,39c27,306,42,293,55,291v37,-27,42,-48,52,-91c103,112,136,,22,24xe" fillcolor="black [3213]">
                      <v:path arrowok="t" o:connecttype="custom" o:connectlocs="13970,15240;10160,69215;5715,164465;10160,189230;34925,184785;67945,127000;13970,1524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1411605</wp:posOffset>
                      </wp:positionV>
                      <wp:extent cx="238125" cy="1626235"/>
                      <wp:effectExtent l="17780" t="10795" r="20320" b="10795"/>
                      <wp:wrapNone/>
                      <wp:docPr id="142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8125" cy="1626235"/>
                              </a:xfrm>
                              <a:custGeom>
                                <a:avLst/>
                                <a:gdLst>
                                  <a:gd name="T0" fmla="*/ 0 w 375"/>
                                  <a:gd name="T1" fmla="*/ 0 h 2561"/>
                                  <a:gd name="T2" fmla="*/ 53 w 375"/>
                                  <a:gd name="T3" fmla="*/ 353 h 2561"/>
                                  <a:gd name="T4" fmla="*/ 80 w 375"/>
                                  <a:gd name="T5" fmla="*/ 627 h 2561"/>
                                  <a:gd name="T6" fmla="*/ 124 w 375"/>
                                  <a:gd name="T7" fmla="*/ 883 h 2561"/>
                                  <a:gd name="T8" fmla="*/ 142 w 375"/>
                                  <a:gd name="T9" fmla="*/ 936 h 2561"/>
                                  <a:gd name="T10" fmla="*/ 203 w 375"/>
                                  <a:gd name="T11" fmla="*/ 1193 h 2561"/>
                                  <a:gd name="T12" fmla="*/ 221 w 375"/>
                                  <a:gd name="T13" fmla="*/ 1246 h 2561"/>
                                  <a:gd name="T14" fmla="*/ 239 w 375"/>
                                  <a:gd name="T15" fmla="*/ 1334 h 2561"/>
                                  <a:gd name="T16" fmla="*/ 283 w 375"/>
                                  <a:gd name="T17" fmla="*/ 1643 h 2561"/>
                                  <a:gd name="T18" fmla="*/ 327 w 375"/>
                                  <a:gd name="T19" fmla="*/ 1846 h 2561"/>
                                  <a:gd name="T20" fmla="*/ 349 w 375"/>
                                  <a:gd name="T21" fmla="*/ 2003 h 2561"/>
                                  <a:gd name="T22" fmla="*/ 362 w 375"/>
                                  <a:gd name="T23" fmla="*/ 2120 h 2561"/>
                                  <a:gd name="T24" fmla="*/ 375 w 375"/>
                                  <a:gd name="T25" fmla="*/ 2205 h 2561"/>
                                  <a:gd name="T26" fmla="*/ 270 w 375"/>
                                  <a:gd name="T27" fmla="*/ 2284 h 2561"/>
                                  <a:gd name="T28" fmla="*/ 238 w 375"/>
                                  <a:gd name="T29" fmla="*/ 2427 h 2561"/>
                                  <a:gd name="T30" fmla="*/ 309 w 375"/>
                                  <a:gd name="T31" fmla="*/ 2553 h 2561"/>
                                  <a:gd name="T32" fmla="*/ 283 w 375"/>
                                  <a:gd name="T33" fmla="*/ 2553 h 25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75" h="2561">
                                    <a:moveTo>
                                      <a:pt x="0" y="0"/>
                                    </a:moveTo>
                                    <a:cubicBezTo>
                                      <a:pt x="10" y="125"/>
                                      <a:pt x="12" y="235"/>
                                      <a:pt x="53" y="353"/>
                                    </a:cubicBezTo>
                                    <a:cubicBezTo>
                                      <a:pt x="57" y="498"/>
                                      <a:pt x="62" y="468"/>
                                      <a:pt x="80" y="627"/>
                                    </a:cubicBezTo>
                                    <a:cubicBezTo>
                                      <a:pt x="96" y="674"/>
                                      <a:pt x="108" y="836"/>
                                      <a:pt x="124" y="883"/>
                                    </a:cubicBezTo>
                                    <a:cubicBezTo>
                                      <a:pt x="130" y="901"/>
                                      <a:pt x="142" y="936"/>
                                      <a:pt x="142" y="936"/>
                                    </a:cubicBezTo>
                                    <a:cubicBezTo>
                                      <a:pt x="152" y="1027"/>
                                      <a:pt x="175" y="1107"/>
                                      <a:pt x="203" y="1193"/>
                                    </a:cubicBezTo>
                                    <a:cubicBezTo>
                                      <a:pt x="209" y="1211"/>
                                      <a:pt x="217" y="1228"/>
                                      <a:pt x="221" y="1246"/>
                                    </a:cubicBezTo>
                                    <a:cubicBezTo>
                                      <a:pt x="227" y="1275"/>
                                      <a:pt x="239" y="1334"/>
                                      <a:pt x="239" y="1334"/>
                                    </a:cubicBezTo>
                                    <a:cubicBezTo>
                                      <a:pt x="245" y="1438"/>
                                      <a:pt x="269" y="1540"/>
                                      <a:pt x="283" y="1643"/>
                                    </a:cubicBezTo>
                                    <a:cubicBezTo>
                                      <a:pt x="292" y="1706"/>
                                      <a:pt x="306" y="1785"/>
                                      <a:pt x="327" y="1846"/>
                                    </a:cubicBezTo>
                                    <a:cubicBezTo>
                                      <a:pt x="339" y="1921"/>
                                      <a:pt x="343" y="1957"/>
                                      <a:pt x="349" y="2003"/>
                                    </a:cubicBezTo>
                                    <a:cubicBezTo>
                                      <a:pt x="355" y="2049"/>
                                      <a:pt x="358" y="2086"/>
                                      <a:pt x="362" y="2120"/>
                                    </a:cubicBezTo>
                                    <a:cubicBezTo>
                                      <a:pt x="350" y="2203"/>
                                      <a:pt x="348" y="2124"/>
                                      <a:pt x="375" y="2205"/>
                                    </a:cubicBezTo>
                                    <a:cubicBezTo>
                                      <a:pt x="372" y="2255"/>
                                      <a:pt x="274" y="2234"/>
                                      <a:pt x="270" y="2284"/>
                                    </a:cubicBezTo>
                                    <a:cubicBezTo>
                                      <a:pt x="262" y="2319"/>
                                      <a:pt x="231" y="2382"/>
                                      <a:pt x="238" y="2427"/>
                                    </a:cubicBezTo>
                                    <a:cubicBezTo>
                                      <a:pt x="245" y="2472"/>
                                      <a:pt x="302" y="2532"/>
                                      <a:pt x="309" y="2553"/>
                                    </a:cubicBezTo>
                                    <a:cubicBezTo>
                                      <a:pt x="306" y="2561"/>
                                      <a:pt x="292" y="2553"/>
                                      <a:pt x="283" y="255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10.1pt;margin-top:111.15pt;width:18.75pt;height:128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5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" path="m,c10,125,12,235,53,353v4,145,9,115,27,274c96,674,108,836,124,883v6,18,18,53,18,53c152,1027,175,1107,203,1193v6,18,14,35,18,53c227,1275,239,1334,239,1334v6,104,30,206,44,309c292,1706,306,1785,327,1846v12,75,16,111,22,157c355,2049,358,2086,362,2120v-12,83,-14,4,13,85c372,2255,274,2234,270,2284v-8,35,-39,98,-32,143c245,2472,302,2532,309,2553v-3,8,-17,,-26,e" filled="f" strokeweight="1.5pt">
                      <v:path arrowok="t" o:connecttype="custom" o:connectlocs="0,0;33655,224155;50800,398145;78740,560705;90170,594360;128905,757555;140335,791210;151765,847090;179705,1043305;207645,1172210;221615,1271905;229870,1346200;238125,1400175;171450,1450340;151130,1541145;196215,1621155;179705,1621155" o:connectangles="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2780665</wp:posOffset>
                      </wp:positionH>
                      <wp:positionV relativeFrom="paragraph">
                        <wp:posOffset>1428750</wp:posOffset>
                      </wp:positionV>
                      <wp:extent cx="244475" cy="1604010"/>
                      <wp:effectExtent l="15875" t="18415" r="15875" b="15875"/>
                      <wp:wrapNone/>
                      <wp:docPr id="141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4475" cy="1604010"/>
                              </a:xfrm>
                              <a:custGeom>
                                <a:avLst/>
                                <a:gdLst>
                                  <a:gd name="T0" fmla="*/ 0 w 385"/>
                                  <a:gd name="T1" fmla="*/ 0 h 2526"/>
                                  <a:gd name="T2" fmla="*/ 115 w 385"/>
                                  <a:gd name="T3" fmla="*/ 821 h 2526"/>
                                  <a:gd name="T4" fmla="*/ 150 w 385"/>
                                  <a:gd name="T5" fmla="*/ 1060 h 2526"/>
                                  <a:gd name="T6" fmla="*/ 203 w 385"/>
                                  <a:gd name="T7" fmla="*/ 1325 h 2526"/>
                                  <a:gd name="T8" fmla="*/ 212 w 385"/>
                                  <a:gd name="T9" fmla="*/ 1404 h 2526"/>
                                  <a:gd name="T10" fmla="*/ 256 w 385"/>
                                  <a:gd name="T11" fmla="*/ 1519 h 2526"/>
                                  <a:gd name="T12" fmla="*/ 256 w 385"/>
                                  <a:gd name="T13" fmla="*/ 1599 h 2526"/>
                                  <a:gd name="T14" fmla="*/ 300 w 385"/>
                                  <a:gd name="T15" fmla="*/ 1978 h 2526"/>
                                  <a:gd name="T16" fmla="*/ 289 w 385"/>
                                  <a:gd name="T17" fmla="*/ 2185 h 2526"/>
                                  <a:gd name="T18" fmla="*/ 361 w 385"/>
                                  <a:gd name="T19" fmla="*/ 2250 h 2526"/>
                                  <a:gd name="T20" fmla="*/ 380 w 385"/>
                                  <a:gd name="T21" fmla="*/ 2361 h 2526"/>
                                  <a:gd name="T22" fmla="*/ 328 w 385"/>
                                  <a:gd name="T23" fmla="*/ 2485 h 2526"/>
                                  <a:gd name="T24" fmla="*/ 221 w 385"/>
                                  <a:gd name="T25" fmla="*/ 2526 h 25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85" h="2526">
                                    <a:moveTo>
                                      <a:pt x="0" y="0"/>
                                    </a:moveTo>
                                    <a:cubicBezTo>
                                      <a:pt x="10" y="275"/>
                                      <a:pt x="24" y="558"/>
                                      <a:pt x="115" y="821"/>
                                    </a:cubicBezTo>
                                    <a:cubicBezTo>
                                      <a:pt x="127" y="901"/>
                                      <a:pt x="134" y="981"/>
                                      <a:pt x="150" y="1060"/>
                                    </a:cubicBezTo>
                                    <a:cubicBezTo>
                                      <a:pt x="156" y="1181"/>
                                      <a:pt x="173" y="1207"/>
                                      <a:pt x="203" y="1325"/>
                                    </a:cubicBezTo>
                                    <a:cubicBezTo>
                                      <a:pt x="219" y="1433"/>
                                      <a:pt x="203" y="1372"/>
                                      <a:pt x="212" y="1404"/>
                                    </a:cubicBezTo>
                                    <a:cubicBezTo>
                                      <a:pt x="221" y="1436"/>
                                      <a:pt x="249" y="1487"/>
                                      <a:pt x="256" y="1519"/>
                                    </a:cubicBezTo>
                                    <a:cubicBezTo>
                                      <a:pt x="263" y="1551"/>
                                      <a:pt x="249" y="1523"/>
                                      <a:pt x="256" y="1599"/>
                                    </a:cubicBezTo>
                                    <a:cubicBezTo>
                                      <a:pt x="263" y="1675"/>
                                      <a:pt x="295" y="1880"/>
                                      <a:pt x="300" y="1978"/>
                                    </a:cubicBezTo>
                                    <a:cubicBezTo>
                                      <a:pt x="303" y="2103"/>
                                      <a:pt x="252" y="2039"/>
                                      <a:pt x="289" y="2185"/>
                                    </a:cubicBezTo>
                                    <a:cubicBezTo>
                                      <a:pt x="290" y="2244"/>
                                      <a:pt x="349" y="2198"/>
                                      <a:pt x="361" y="2250"/>
                                    </a:cubicBezTo>
                                    <a:cubicBezTo>
                                      <a:pt x="376" y="2279"/>
                                      <a:pt x="385" y="2322"/>
                                      <a:pt x="380" y="2361"/>
                                    </a:cubicBezTo>
                                    <a:cubicBezTo>
                                      <a:pt x="375" y="2400"/>
                                      <a:pt x="354" y="2458"/>
                                      <a:pt x="328" y="2485"/>
                                    </a:cubicBezTo>
                                    <a:cubicBezTo>
                                      <a:pt x="321" y="2507"/>
                                      <a:pt x="238" y="2509"/>
                                      <a:pt x="221" y="2526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18.95pt;margin-top:112.5pt;width:19.25pt;height:126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5,2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" path="m,c10,275,24,558,115,821v12,80,19,160,35,239c156,1181,173,1207,203,1325v16,108,,47,9,79c221,1436,249,1487,256,1519v7,32,-7,4,,80c263,1675,295,1880,300,1978v3,125,-48,61,-11,207c290,2244,349,2198,361,2250v15,29,24,72,19,111c375,2400,354,2458,328,2485v-7,22,-90,24,-107,41e" filled="f" strokeweight="1.5pt">
                      <v:path arrowok="t" o:connecttype="custom" o:connectlocs="0,0;73025,521335;95250,673100;128905,841375;134620,891540;162560,964565;162560,1015365;190500,1256030;183515,1387475;229235,1428750;241300,1499235;208280,1577975;140335,1604010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2770505</wp:posOffset>
                      </wp:positionH>
                      <wp:positionV relativeFrom="paragraph">
                        <wp:posOffset>3782060</wp:posOffset>
                      </wp:positionV>
                      <wp:extent cx="117475" cy="695325"/>
                      <wp:effectExtent l="5715" t="9525" r="10160" b="9525"/>
                      <wp:wrapNone/>
                      <wp:docPr id="140" name="Freeform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7475" cy="695325"/>
                              </a:xfrm>
                              <a:custGeom>
                                <a:avLst/>
                                <a:gdLst>
                                  <a:gd name="T0" fmla="*/ 0 w 185"/>
                                  <a:gd name="T1" fmla="*/ 78 h 1095"/>
                                  <a:gd name="T2" fmla="*/ 117 w 185"/>
                                  <a:gd name="T3" fmla="*/ 743 h 1095"/>
                                  <a:gd name="T4" fmla="*/ 117 w 185"/>
                                  <a:gd name="T5" fmla="*/ 984 h 1095"/>
                                  <a:gd name="T6" fmla="*/ 185 w 185"/>
                                  <a:gd name="T7" fmla="*/ 965 h 1095"/>
                                  <a:gd name="T8" fmla="*/ 117 w 185"/>
                                  <a:gd name="T9" fmla="*/ 202 h 1095"/>
                                  <a:gd name="T10" fmla="*/ 62 w 185"/>
                                  <a:gd name="T11" fmla="*/ 20 h 1095"/>
                                  <a:gd name="T12" fmla="*/ 57 w 185"/>
                                  <a:gd name="T13" fmla="*/ 82 h 10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5" h="1095">
                                    <a:moveTo>
                                      <a:pt x="0" y="78"/>
                                    </a:moveTo>
                                    <a:cubicBezTo>
                                      <a:pt x="49" y="335"/>
                                      <a:pt x="98" y="592"/>
                                      <a:pt x="117" y="743"/>
                                    </a:cubicBezTo>
                                    <a:cubicBezTo>
                                      <a:pt x="136" y="894"/>
                                      <a:pt x="106" y="947"/>
                                      <a:pt x="117" y="984"/>
                                    </a:cubicBezTo>
                                    <a:cubicBezTo>
                                      <a:pt x="128" y="1021"/>
                                      <a:pt x="185" y="1095"/>
                                      <a:pt x="185" y="965"/>
                                    </a:cubicBezTo>
                                    <a:cubicBezTo>
                                      <a:pt x="185" y="835"/>
                                      <a:pt x="137" y="359"/>
                                      <a:pt x="117" y="202"/>
                                    </a:cubicBezTo>
                                    <a:cubicBezTo>
                                      <a:pt x="97" y="45"/>
                                      <a:pt x="72" y="40"/>
                                      <a:pt x="62" y="20"/>
                                    </a:cubicBezTo>
                                    <a:cubicBezTo>
                                      <a:pt x="52" y="0"/>
                                      <a:pt x="58" y="69"/>
                                      <a:pt x="57" y="82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5" o:spid="_x0000_s1026" style="position:absolute;margin-left:218.15pt;margin-top:297.8pt;width:9.25pt;height:54.7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" path="m,78c49,335,98,592,117,743v19,151,-11,204,,241c128,1021,185,1095,185,965,185,835,137,359,117,202,97,45,72,40,62,20,52,,58,69,57,82e" fillcolor="#0d0d0d [3069]" strokecolor="#0d0d0d [3069]">
                      <v:path arrowok="t" o:connecttype="custom" o:connectlocs="0,49530;74295,471805;74295,624840;117475,612775;74295,128270;39370,12700;36195,5207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2647315</wp:posOffset>
                      </wp:positionH>
                      <wp:positionV relativeFrom="paragraph">
                        <wp:posOffset>3101340</wp:posOffset>
                      </wp:positionV>
                      <wp:extent cx="236220" cy="1626235"/>
                      <wp:effectExtent l="15875" t="14605" r="14605" b="16510"/>
                      <wp:wrapNone/>
                      <wp:docPr id="139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6220" cy="1626235"/>
                              </a:xfrm>
                              <a:custGeom>
                                <a:avLst/>
                                <a:gdLst>
                                  <a:gd name="T0" fmla="*/ 330 w 372"/>
                                  <a:gd name="T1" fmla="*/ 0 h 2561"/>
                                  <a:gd name="T2" fmla="*/ 245 w 372"/>
                                  <a:gd name="T3" fmla="*/ 66 h 2561"/>
                                  <a:gd name="T4" fmla="*/ 154 w 372"/>
                                  <a:gd name="T5" fmla="*/ 144 h 2561"/>
                                  <a:gd name="T6" fmla="*/ 114 w 372"/>
                                  <a:gd name="T7" fmla="*/ 183 h 2561"/>
                                  <a:gd name="T8" fmla="*/ 95 w 372"/>
                                  <a:gd name="T9" fmla="*/ 202 h 2561"/>
                                  <a:gd name="T10" fmla="*/ 69 w 372"/>
                                  <a:gd name="T11" fmla="*/ 261 h 2561"/>
                                  <a:gd name="T12" fmla="*/ 10 w 372"/>
                                  <a:gd name="T13" fmla="*/ 431 h 2561"/>
                                  <a:gd name="T14" fmla="*/ 43 w 372"/>
                                  <a:gd name="T15" fmla="*/ 861 h 2561"/>
                                  <a:gd name="T16" fmla="*/ 69 w 372"/>
                                  <a:gd name="T17" fmla="*/ 1004 h 2561"/>
                                  <a:gd name="T18" fmla="*/ 88 w 372"/>
                                  <a:gd name="T19" fmla="*/ 1147 h 2561"/>
                                  <a:gd name="T20" fmla="*/ 121 w 372"/>
                                  <a:gd name="T21" fmla="*/ 1271 h 2561"/>
                                  <a:gd name="T22" fmla="*/ 167 w 372"/>
                                  <a:gd name="T23" fmla="*/ 1499 h 2561"/>
                                  <a:gd name="T24" fmla="*/ 173 w 372"/>
                                  <a:gd name="T25" fmla="*/ 1629 h 2561"/>
                                  <a:gd name="T26" fmla="*/ 232 w 372"/>
                                  <a:gd name="T27" fmla="*/ 1812 h 2561"/>
                                  <a:gd name="T28" fmla="*/ 245 w 372"/>
                                  <a:gd name="T29" fmla="*/ 1955 h 2561"/>
                                  <a:gd name="T30" fmla="*/ 290 w 372"/>
                                  <a:gd name="T31" fmla="*/ 2105 h 2561"/>
                                  <a:gd name="T32" fmla="*/ 349 w 372"/>
                                  <a:gd name="T33" fmla="*/ 2301 h 2561"/>
                                  <a:gd name="T34" fmla="*/ 369 w 372"/>
                                  <a:gd name="T35" fmla="*/ 2561 h 25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72" h="2561">
                                    <a:moveTo>
                                      <a:pt x="330" y="0"/>
                                    </a:moveTo>
                                    <a:cubicBezTo>
                                      <a:pt x="298" y="10"/>
                                      <a:pt x="273" y="47"/>
                                      <a:pt x="245" y="66"/>
                                    </a:cubicBezTo>
                                    <a:cubicBezTo>
                                      <a:pt x="219" y="104"/>
                                      <a:pt x="199" y="128"/>
                                      <a:pt x="154" y="144"/>
                                    </a:cubicBezTo>
                                    <a:cubicBezTo>
                                      <a:pt x="141" y="157"/>
                                      <a:pt x="127" y="170"/>
                                      <a:pt x="114" y="183"/>
                                    </a:cubicBezTo>
                                    <a:cubicBezTo>
                                      <a:pt x="108" y="189"/>
                                      <a:pt x="95" y="202"/>
                                      <a:pt x="95" y="202"/>
                                    </a:cubicBezTo>
                                    <a:cubicBezTo>
                                      <a:pt x="87" y="224"/>
                                      <a:pt x="82" y="241"/>
                                      <a:pt x="69" y="261"/>
                                    </a:cubicBezTo>
                                    <a:cubicBezTo>
                                      <a:pt x="53" y="319"/>
                                      <a:pt x="25" y="372"/>
                                      <a:pt x="10" y="431"/>
                                    </a:cubicBezTo>
                                    <a:cubicBezTo>
                                      <a:pt x="0" y="547"/>
                                      <a:pt x="10" y="724"/>
                                      <a:pt x="43" y="861"/>
                                    </a:cubicBezTo>
                                    <a:cubicBezTo>
                                      <a:pt x="48" y="979"/>
                                      <a:pt x="48" y="924"/>
                                      <a:pt x="69" y="1004"/>
                                    </a:cubicBezTo>
                                    <a:cubicBezTo>
                                      <a:pt x="74" y="1052"/>
                                      <a:pt x="81" y="1099"/>
                                      <a:pt x="88" y="1147"/>
                                    </a:cubicBezTo>
                                    <a:cubicBezTo>
                                      <a:pt x="94" y="1189"/>
                                      <a:pt x="114" y="1229"/>
                                      <a:pt x="121" y="1271"/>
                                    </a:cubicBezTo>
                                    <a:cubicBezTo>
                                      <a:pt x="134" y="1349"/>
                                      <a:pt x="139" y="1424"/>
                                      <a:pt x="167" y="1499"/>
                                    </a:cubicBezTo>
                                    <a:cubicBezTo>
                                      <a:pt x="169" y="1542"/>
                                      <a:pt x="169" y="1586"/>
                                      <a:pt x="173" y="1629"/>
                                    </a:cubicBezTo>
                                    <a:cubicBezTo>
                                      <a:pt x="178" y="1692"/>
                                      <a:pt x="212" y="1754"/>
                                      <a:pt x="232" y="1812"/>
                                    </a:cubicBezTo>
                                    <a:cubicBezTo>
                                      <a:pt x="236" y="1881"/>
                                      <a:pt x="233" y="1900"/>
                                      <a:pt x="245" y="1955"/>
                                    </a:cubicBezTo>
                                    <a:cubicBezTo>
                                      <a:pt x="256" y="2006"/>
                                      <a:pt x="281" y="2054"/>
                                      <a:pt x="290" y="2105"/>
                                    </a:cubicBezTo>
                                    <a:cubicBezTo>
                                      <a:pt x="303" y="2176"/>
                                      <a:pt x="309" y="2240"/>
                                      <a:pt x="349" y="2301"/>
                                    </a:cubicBezTo>
                                    <a:cubicBezTo>
                                      <a:pt x="372" y="2386"/>
                                      <a:pt x="369" y="2473"/>
                                      <a:pt x="369" y="2561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208.45pt;margin-top:244.2pt;width:18.6pt;height:128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,2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" path="m330,c298,10,273,47,245,66v-26,38,-46,62,-91,78c141,157,127,170,114,183v-6,6,-19,19,-19,19c87,224,82,241,69,261,53,319,25,372,10,431,,547,10,724,43,861v5,118,5,63,26,143c74,1052,81,1099,88,1147v6,42,26,82,33,124c134,1349,139,1424,167,1499v2,43,2,87,6,130c178,1692,212,1754,232,1812v4,69,1,88,13,143c256,2006,281,2054,290,2105v13,71,19,135,59,196c372,2386,369,2473,369,2561e" filled="f" strokeweight="1.75pt">
                      <v:path arrowok="t" o:connecttype="custom" o:connectlocs="209550,0;155575,41910;97790,91440;72390,116205;60325,128270;43815,165735;6350,273685;27305,546735;43815,637540;55880,728345;76835,807085;106045,951865;109855,1034415;147320,1150620;155575,1241425;184150,1336675;221615,1461135;234315,1626235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2589530</wp:posOffset>
                      </wp:positionH>
                      <wp:positionV relativeFrom="paragraph">
                        <wp:posOffset>3027045</wp:posOffset>
                      </wp:positionV>
                      <wp:extent cx="283845" cy="1675765"/>
                      <wp:effectExtent l="15240" t="16510" r="15240" b="12700"/>
                      <wp:wrapNone/>
                      <wp:docPr id="138" name="Freeform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3845" cy="1675765"/>
                              </a:xfrm>
                              <a:custGeom>
                                <a:avLst/>
                                <a:gdLst>
                                  <a:gd name="T0" fmla="*/ 447 w 447"/>
                                  <a:gd name="T1" fmla="*/ 0 h 2639"/>
                                  <a:gd name="T2" fmla="*/ 362 w 447"/>
                                  <a:gd name="T3" fmla="*/ 33 h 2639"/>
                                  <a:gd name="T4" fmla="*/ 290 w 447"/>
                                  <a:gd name="T5" fmla="*/ 104 h 2639"/>
                                  <a:gd name="T6" fmla="*/ 205 w 447"/>
                                  <a:gd name="T7" fmla="*/ 189 h 2639"/>
                                  <a:gd name="T8" fmla="*/ 121 w 447"/>
                                  <a:gd name="T9" fmla="*/ 300 h 2639"/>
                                  <a:gd name="T10" fmla="*/ 88 w 447"/>
                                  <a:gd name="T11" fmla="*/ 352 h 2639"/>
                                  <a:gd name="T12" fmla="*/ 17 w 447"/>
                                  <a:gd name="T13" fmla="*/ 469 h 2639"/>
                                  <a:gd name="T14" fmla="*/ 10 w 447"/>
                                  <a:gd name="T15" fmla="*/ 567 h 2639"/>
                                  <a:gd name="T16" fmla="*/ 10 w 447"/>
                                  <a:gd name="T17" fmla="*/ 736 h 2639"/>
                                  <a:gd name="T18" fmla="*/ 43 w 447"/>
                                  <a:gd name="T19" fmla="*/ 978 h 2639"/>
                                  <a:gd name="T20" fmla="*/ 62 w 447"/>
                                  <a:gd name="T21" fmla="*/ 1160 h 2639"/>
                                  <a:gd name="T22" fmla="*/ 114 w 447"/>
                                  <a:gd name="T23" fmla="*/ 1369 h 2639"/>
                                  <a:gd name="T24" fmla="*/ 173 w 447"/>
                                  <a:gd name="T25" fmla="*/ 1557 h 2639"/>
                                  <a:gd name="T26" fmla="*/ 205 w 447"/>
                                  <a:gd name="T27" fmla="*/ 1681 h 2639"/>
                                  <a:gd name="T28" fmla="*/ 232 w 447"/>
                                  <a:gd name="T29" fmla="*/ 1799 h 2639"/>
                                  <a:gd name="T30" fmla="*/ 277 w 447"/>
                                  <a:gd name="T31" fmla="*/ 2033 h 2639"/>
                                  <a:gd name="T32" fmla="*/ 303 w 447"/>
                                  <a:gd name="T33" fmla="*/ 2144 h 2639"/>
                                  <a:gd name="T34" fmla="*/ 362 w 447"/>
                                  <a:gd name="T35" fmla="*/ 2313 h 2639"/>
                                  <a:gd name="T36" fmla="*/ 368 w 447"/>
                                  <a:gd name="T37" fmla="*/ 2431 h 2639"/>
                                  <a:gd name="T38" fmla="*/ 388 w 447"/>
                                  <a:gd name="T39" fmla="*/ 2489 h 2639"/>
                                  <a:gd name="T40" fmla="*/ 401 w 447"/>
                                  <a:gd name="T41" fmla="*/ 2639 h 26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447" h="2639">
                                    <a:moveTo>
                                      <a:pt x="447" y="0"/>
                                    </a:moveTo>
                                    <a:cubicBezTo>
                                      <a:pt x="417" y="11"/>
                                      <a:pt x="389" y="15"/>
                                      <a:pt x="362" y="33"/>
                                    </a:cubicBezTo>
                                    <a:cubicBezTo>
                                      <a:pt x="342" y="62"/>
                                      <a:pt x="319" y="85"/>
                                      <a:pt x="290" y="104"/>
                                    </a:cubicBezTo>
                                    <a:cubicBezTo>
                                      <a:pt x="265" y="142"/>
                                      <a:pt x="244" y="164"/>
                                      <a:pt x="205" y="189"/>
                                    </a:cubicBezTo>
                                    <a:cubicBezTo>
                                      <a:pt x="180" y="226"/>
                                      <a:pt x="159" y="274"/>
                                      <a:pt x="121" y="300"/>
                                    </a:cubicBezTo>
                                    <a:cubicBezTo>
                                      <a:pt x="113" y="321"/>
                                      <a:pt x="101" y="333"/>
                                      <a:pt x="88" y="352"/>
                                    </a:cubicBezTo>
                                    <a:cubicBezTo>
                                      <a:pt x="75" y="394"/>
                                      <a:pt x="32" y="426"/>
                                      <a:pt x="17" y="469"/>
                                    </a:cubicBezTo>
                                    <a:cubicBezTo>
                                      <a:pt x="0" y="504"/>
                                      <a:pt x="11" y="523"/>
                                      <a:pt x="10" y="567"/>
                                    </a:cubicBezTo>
                                    <a:cubicBezTo>
                                      <a:pt x="13" y="602"/>
                                      <a:pt x="0" y="667"/>
                                      <a:pt x="10" y="736"/>
                                    </a:cubicBezTo>
                                    <a:cubicBezTo>
                                      <a:pt x="19" y="821"/>
                                      <a:pt x="23" y="895"/>
                                      <a:pt x="43" y="978"/>
                                    </a:cubicBezTo>
                                    <a:cubicBezTo>
                                      <a:pt x="56" y="1032"/>
                                      <a:pt x="46" y="1107"/>
                                      <a:pt x="62" y="1160"/>
                                    </a:cubicBezTo>
                                    <a:cubicBezTo>
                                      <a:pt x="72" y="1234"/>
                                      <a:pt x="93" y="1298"/>
                                      <a:pt x="114" y="1369"/>
                                    </a:cubicBezTo>
                                    <a:cubicBezTo>
                                      <a:pt x="121" y="1454"/>
                                      <a:pt x="153" y="1466"/>
                                      <a:pt x="173" y="1557"/>
                                    </a:cubicBezTo>
                                    <a:cubicBezTo>
                                      <a:pt x="187" y="1602"/>
                                      <a:pt x="182" y="1636"/>
                                      <a:pt x="205" y="1681"/>
                                    </a:cubicBezTo>
                                    <a:cubicBezTo>
                                      <a:pt x="220" y="1710"/>
                                      <a:pt x="222" y="1768"/>
                                      <a:pt x="232" y="1799"/>
                                    </a:cubicBezTo>
                                    <a:cubicBezTo>
                                      <a:pt x="253" y="1865"/>
                                      <a:pt x="246" y="1971"/>
                                      <a:pt x="277" y="2033"/>
                                    </a:cubicBezTo>
                                    <a:cubicBezTo>
                                      <a:pt x="283" y="2095"/>
                                      <a:pt x="296" y="2082"/>
                                      <a:pt x="303" y="2144"/>
                                    </a:cubicBezTo>
                                    <a:cubicBezTo>
                                      <a:pt x="308" y="2195"/>
                                      <a:pt x="344" y="2266"/>
                                      <a:pt x="362" y="2313"/>
                                    </a:cubicBezTo>
                                    <a:cubicBezTo>
                                      <a:pt x="374" y="2345"/>
                                      <a:pt x="338" y="2411"/>
                                      <a:pt x="368" y="2431"/>
                                    </a:cubicBezTo>
                                    <a:cubicBezTo>
                                      <a:pt x="375" y="2450"/>
                                      <a:pt x="381" y="2470"/>
                                      <a:pt x="388" y="2489"/>
                                    </a:cubicBezTo>
                                    <a:cubicBezTo>
                                      <a:pt x="393" y="2545"/>
                                      <a:pt x="401" y="2583"/>
                                      <a:pt x="401" y="263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6" o:spid="_x0000_s1026" style="position:absolute;margin-left:203.9pt;margin-top:238.35pt;width:22.35pt;height:131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47,2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" path="m447,c417,11,389,15,362,33v-20,29,-43,52,-72,71c265,142,244,164,205,189v-25,37,-46,85,-84,111c113,321,101,333,88,352,75,394,32,426,17,469,,504,11,523,10,567v3,35,-10,100,,169c19,821,23,895,43,978v13,54,3,129,19,182c72,1234,93,1298,114,1369v7,85,39,97,59,188c187,1602,182,1636,205,1681v15,29,17,87,27,118c253,1865,246,1971,277,2033v6,62,19,49,26,111c308,2195,344,2266,362,2313v12,32,-24,98,6,118c375,2450,381,2470,388,2489v5,56,13,94,13,150e" filled="f" strokeweight="1.5pt">
                      <v:path arrowok="t" o:connecttype="custom" o:connectlocs="283845,0;229870,20955;184150,66040;130175,120015;76835,190500;55880,223520;10795,297815;6350,360045;6350,467360;27305,621030;39370,736600;72390,869315;109855,988695;130175,1067435;147320,1142365;175895,1290955;192405,1361440;229870,1468755;233680,1543685;246380,1580515;254635,1675765" o:connectangles="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2762250</wp:posOffset>
                      </wp:positionH>
                      <wp:positionV relativeFrom="paragraph">
                        <wp:posOffset>1012190</wp:posOffset>
                      </wp:positionV>
                      <wp:extent cx="60960" cy="416560"/>
                      <wp:effectExtent l="16510" t="11430" r="17780" b="10160"/>
                      <wp:wrapNone/>
                      <wp:docPr id="136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416560"/>
                              </a:xfrm>
                              <a:custGeom>
                                <a:avLst/>
                                <a:gdLst>
                                  <a:gd name="T0" fmla="*/ 29 w 96"/>
                                  <a:gd name="T1" fmla="*/ 656 h 656"/>
                                  <a:gd name="T2" fmla="*/ 31 w 96"/>
                                  <a:gd name="T3" fmla="*/ 560 h 656"/>
                                  <a:gd name="T4" fmla="*/ 29 w 96"/>
                                  <a:gd name="T5" fmla="*/ 417 h 656"/>
                                  <a:gd name="T6" fmla="*/ 11 w 96"/>
                                  <a:gd name="T7" fmla="*/ 364 h 656"/>
                                  <a:gd name="T8" fmla="*/ 38 w 96"/>
                                  <a:gd name="T9" fmla="*/ 125 h 656"/>
                                  <a:gd name="T10" fmla="*/ 96 w 96"/>
                                  <a:gd name="T11" fmla="*/ 0 h 6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6" h="656">
                                    <a:moveTo>
                                      <a:pt x="29" y="656"/>
                                    </a:moveTo>
                                    <a:cubicBezTo>
                                      <a:pt x="38" y="603"/>
                                      <a:pt x="41" y="611"/>
                                      <a:pt x="31" y="560"/>
                                    </a:cubicBezTo>
                                    <a:cubicBezTo>
                                      <a:pt x="28" y="522"/>
                                      <a:pt x="35" y="455"/>
                                      <a:pt x="29" y="417"/>
                                    </a:cubicBezTo>
                                    <a:cubicBezTo>
                                      <a:pt x="26" y="399"/>
                                      <a:pt x="11" y="364"/>
                                      <a:pt x="11" y="364"/>
                                    </a:cubicBezTo>
                                    <a:cubicBezTo>
                                      <a:pt x="21" y="162"/>
                                      <a:pt x="0" y="236"/>
                                      <a:pt x="38" y="125"/>
                                    </a:cubicBezTo>
                                    <a:cubicBezTo>
                                      <a:pt x="47" y="98"/>
                                      <a:pt x="63" y="0"/>
                                      <a:pt x="96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17.5pt;margin-top:79.7pt;width:4.8pt;height:32.8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,6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" path="m29,656v9,-53,12,-45,2,-96c28,522,35,455,29,417,26,399,11,364,11,364,21,162,,236,38,125,47,98,63,,96,e" filled="f" strokeweight="1.5pt">
                      <v:path arrowok="t" o:connecttype="custom" o:connectlocs="18415,416560;19685,355600;18415,264795;6985,231140;24130,79375;60960,0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2657475</wp:posOffset>
                      </wp:positionH>
                      <wp:positionV relativeFrom="paragraph">
                        <wp:posOffset>958215</wp:posOffset>
                      </wp:positionV>
                      <wp:extent cx="45720" cy="403225"/>
                      <wp:effectExtent l="16510" t="14605" r="13970" b="10795"/>
                      <wp:wrapNone/>
                      <wp:docPr id="135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5720" cy="403225"/>
                              </a:xfrm>
                              <a:custGeom>
                                <a:avLst/>
                                <a:gdLst>
                                  <a:gd name="T0" fmla="*/ 72 w 72"/>
                                  <a:gd name="T1" fmla="*/ 0 h 635"/>
                                  <a:gd name="T2" fmla="*/ 0 w 72"/>
                                  <a:gd name="T3" fmla="*/ 378 h 635"/>
                                  <a:gd name="T4" fmla="*/ 17 w 72"/>
                                  <a:gd name="T5" fmla="*/ 635 h 6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72" h="635">
                                    <a:moveTo>
                                      <a:pt x="72" y="0"/>
                                    </a:moveTo>
                                    <a:cubicBezTo>
                                      <a:pt x="54" y="115"/>
                                      <a:pt x="0" y="254"/>
                                      <a:pt x="0" y="378"/>
                                    </a:cubicBezTo>
                                    <a:cubicBezTo>
                                      <a:pt x="0" y="469"/>
                                      <a:pt x="17" y="545"/>
                                      <a:pt x="17" y="63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09.25pt;margin-top:75.45pt;width:3.6pt;height:3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,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" path="m72,c54,115,,254,,378v,91,17,167,17,257e" filled="f" strokeweight="1.5pt">
                      <v:path arrowok="t" o:connecttype="custom" o:connectlocs="45720,0;0,240030;10795,403225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2747010</wp:posOffset>
                      </wp:positionH>
                      <wp:positionV relativeFrom="paragraph">
                        <wp:posOffset>3229610</wp:posOffset>
                      </wp:positionV>
                      <wp:extent cx="173990" cy="668655"/>
                      <wp:effectExtent l="10795" t="9525" r="15240" b="17145"/>
                      <wp:wrapNone/>
                      <wp:docPr id="134" name="Free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3990" cy="668655"/>
                              </a:xfrm>
                              <a:custGeom>
                                <a:avLst/>
                                <a:gdLst>
                                  <a:gd name="T0" fmla="*/ 209 w 274"/>
                                  <a:gd name="T1" fmla="*/ 0 h 1053"/>
                                  <a:gd name="T2" fmla="*/ 156 w 274"/>
                                  <a:gd name="T3" fmla="*/ 137 h 1053"/>
                                  <a:gd name="T4" fmla="*/ 91 w 274"/>
                                  <a:gd name="T5" fmla="*/ 274 h 1053"/>
                                  <a:gd name="T6" fmla="*/ 59 w 274"/>
                                  <a:gd name="T7" fmla="*/ 352 h 1053"/>
                                  <a:gd name="T8" fmla="*/ 13 w 274"/>
                                  <a:gd name="T9" fmla="*/ 470 h 1053"/>
                                  <a:gd name="T10" fmla="*/ 26 w 274"/>
                                  <a:gd name="T11" fmla="*/ 841 h 1053"/>
                                  <a:gd name="T12" fmla="*/ 59 w 274"/>
                                  <a:gd name="T13" fmla="*/ 926 h 1053"/>
                                  <a:gd name="T14" fmla="*/ 104 w 274"/>
                                  <a:gd name="T15" fmla="*/ 1036 h 1053"/>
                                  <a:gd name="T16" fmla="*/ 104 w 274"/>
                                  <a:gd name="T17" fmla="*/ 906 h 1053"/>
                                  <a:gd name="T18" fmla="*/ 98 w 274"/>
                                  <a:gd name="T19" fmla="*/ 672 h 1053"/>
                                  <a:gd name="T20" fmla="*/ 104 w 274"/>
                                  <a:gd name="T21" fmla="*/ 502 h 1053"/>
                                  <a:gd name="T22" fmla="*/ 196 w 274"/>
                                  <a:gd name="T23" fmla="*/ 313 h 1053"/>
                                  <a:gd name="T24" fmla="*/ 222 w 274"/>
                                  <a:gd name="T25" fmla="*/ 274 h 1053"/>
                                  <a:gd name="T26" fmla="*/ 228 w 274"/>
                                  <a:gd name="T27" fmla="*/ 255 h 1053"/>
                                  <a:gd name="T28" fmla="*/ 254 w 274"/>
                                  <a:gd name="T29" fmla="*/ 215 h 1053"/>
                                  <a:gd name="T30" fmla="*/ 274 w 274"/>
                                  <a:gd name="T31" fmla="*/ 202 h 10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74" h="1053">
                                    <a:moveTo>
                                      <a:pt x="209" y="0"/>
                                    </a:moveTo>
                                    <a:cubicBezTo>
                                      <a:pt x="193" y="45"/>
                                      <a:pt x="184" y="99"/>
                                      <a:pt x="156" y="137"/>
                                    </a:cubicBezTo>
                                    <a:cubicBezTo>
                                      <a:pt x="144" y="178"/>
                                      <a:pt x="116" y="238"/>
                                      <a:pt x="91" y="274"/>
                                    </a:cubicBezTo>
                                    <a:cubicBezTo>
                                      <a:pt x="82" y="302"/>
                                      <a:pt x="72" y="326"/>
                                      <a:pt x="59" y="352"/>
                                    </a:cubicBezTo>
                                    <a:cubicBezTo>
                                      <a:pt x="39" y="391"/>
                                      <a:pt x="37" y="433"/>
                                      <a:pt x="13" y="470"/>
                                    </a:cubicBezTo>
                                    <a:cubicBezTo>
                                      <a:pt x="0" y="585"/>
                                      <a:pt x="0" y="726"/>
                                      <a:pt x="26" y="841"/>
                                    </a:cubicBezTo>
                                    <a:cubicBezTo>
                                      <a:pt x="32" y="867"/>
                                      <a:pt x="51" y="898"/>
                                      <a:pt x="59" y="926"/>
                                    </a:cubicBezTo>
                                    <a:cubicBezTo>
                                      <a:pt x="62" y="980"/>
                                      <a:pt x="40" y="1053"/>
                                      <a:pt x="104" y="1036"/>
                                    </a:cubicBezTo>
                                    <a:cubicBezTo>
                                      <a:pt x="93" y="990"/>
                                      <a:pt x="33" y="955"/>
                                      <a:pt x="104" y="906"/>
                                    </a:cubicBezTo>
                                    <a:cubicBezTo>
                                      <a:pt x="120" y="845"/>
                                      <a:pt x="100" y="721"/>
                                      <a:pt x="98" y="672"/>
                                    </a:cubicBezTo>
                                    <a:cubicBezTo>
                                      <a:pt x="100" y="615"/>
                                      <a:pt x="100" y="559"/>
                                      <a:pt x="104" y="502"/>
                                    </a:cubicBezTo>
                                    <a:cubicBezTo>
                                      <a:pt x="108" y="435"/>
                                      <a:pt x="160" y="368"/>
                                      <a:pt x="196" y="313"/>
                                    </a:cubicBezTo>
                                    <a:cubicBezTo>
                                      <a:pt x="210" y="268"/>
                                      <a:pt x="190" y="322"/>
                                      <a:pt x="222" y="274"/>
                                    </a:cubicBezTo>
                                    <a:cubicBezTo>
                                      <a:pt x="226" y="268"/>
                                      <a:pt x="225" y="261"/>
                                      <a:pt x="228" y="255"/>
                                    </a:cubicBezTo>
                                    <a:cubicBezTo>
                                      <a:pt x="236" y="241"/>
                                      <a:pt x="245" y="228"/>
                                      <a:pt x="254" y="215"/>
                                    </a:cubicBezTo>
                                    <a:cubicBezTo>
                                      <a:pt x="258" y="208"/>
                                      <a:pt x="274" y="202"/>
                                      <a:pt x="274" y="202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4" o:spid="_x0000_s1026" style="position:absolute;margin-left:216.3pt;margin-top:254.3pt;width:13.7pt;height:52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4,10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" path="m209,c193,45,184,99,156,137,144,178,116,238,91,274v-9,28,-19,52,-32,78c39,391,37,433,13,470,,585,,726,26,841v6,26,25,57,33,85c62,980,40,1053,104,1036,93,990,33,955,104,906,120,845,100,721,98,672v2,-57,2,-113,6,-170c108,435,160,368,196,313v14,-45,-6,9,26,-39c226,268,225,261,228,255v8,-14,17,-27,26,-40c258,208,274,202,274,202e" filled="f" strokeweight="1.5pt">
                      <v:path arrowok="t" o:connecttype="custom" o:connectlocs="132715,0;99060,86995;57785,173990;37465,223520;8255,298450;16510,534035;37465,588010;66040,657860;66040,575310;62230,426720;66040,318770;124460,198755;140970,173990;144780,161925;161290,136525;173990,12827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2854960</wp:posOffset>
                      </wp:positionH>
                      <wp:positionV relativeFrom="paragraph">
                        <wp:posOffset>3081020</wp:posOffset>
                      </wp:positionV>
                      <wp:extent cx="33020" cy="173990"/>
                      <wp:effectExtent l="13970" t="13335" r="19685" b="12700"/>
                      <wp:wrapNone/>
                      <wp:docPr id="133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020" cy="173990"/>
                              </a:xfrm>
                              <a:custGeom>
                                <a:avLst/>
                                <a:gdLst>
                                  <a:gd name="T0" fmla="*/ 0 w 52"/>
                                  <a:gd name="T1" fmla="*/ 0 h 274"/>
                                  <a:gd name="T2" fmla="*/ 26 w 52"/>
                                  <a:gd name="T3" fmla="*/ 65 h 274"/>
                                  <a:gd name="T4" fmla="*/ 52 w 52"/>
                                  <a:gd name="T5" fmla="*/ 234 h 274"/>
                                  <a:gd name="T6" fmla="*/ 19 w 52"/>
                                  <a:gd name="T7" fmla="*/ 274 h 2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2" h="274">
                                    <a:moveTo>
                                      <a:pt x="0" y="0"/>
                                    </a:moveTo>
                                    <a:cubicBezTo>
                                      <a:pt x="15" y="22"/>
                                      <a:pt x="19" y="40"/>
                                      <a:pt x="26" y="65"/>
                                    </a:cubicBezTo>
                                    <a:cubicBezTo>
                                      <a:pt x="30" y="141"/>
                                      <a:pt x="35" y="170"/>
                                      <a:pt x="52" y="234"/>
                                    </a:cubicBezTo>
                                    <a:cubicBezTo>
                                      <a:pt x="46" y="263"/>
                                      <a:pt x="50" y="274"/>
                                      <a:pt x="19" y="274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24.8pt;margin-top:242.6pt;width:2.6pt;height:13.7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,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" path="m,c15,22,19,40,26,65v4,76,9,105,26,169c46,263,50,274,19,274e" filled="f" strokeweight="1.5pt">
                      <v:path arrowok="t" o:connecttype="custom" o:connectlocs="0,0;16510,41275;33020,148590;12065,173990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2910205</wp:posOffset>
                      </wp:positionH>
                      <wp:positionV relativeFrom="paragraph">
                        <wp:posOffset>3357880</wp:posOffset>
                      </wp:positionV>
                      <wp:extent cx="224790" cy="1461135"/>
                      <wp:effectExtent l="12065" t="13970" r="10795" b="10795"/>
                      <wp:wrapNone/>
                      <wp:docPr id="132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790" cy="1461135"/>
                              </a:xfrm>
                              <a:custGeom>
                                <a:avLst/>
                                <a:gdLst>
                                  <a:gd name="T0" fmla="*/ 0 w 354"/>
                                  <a:gd name="T1" fmla="*/ 0 h 2301"/>
                                  <a:gd name="T2" fmla="*/ 39 w 354"/>
                                  <a:gd name="T3" fmla="*/ 333 h 2301"/>
                                  <a:gd name="T4" fmla="*/ 59 w 354"/>
                                  <a:gd name="T5" fmla="*/ 502 h 2301"/>
                                  <a:gd name="T6" fmla="*/ 85 w 354"/>
                                  <a:gd name="T7" fmla="*/ 848 h 2301"/>
                                  <a:gd name="T8" fmla="*/ 72 w 354"/>
                                  <a:gd name="T9" fmla="*/ 1180 h 2301"/>
                                  <a:gd name="T10" fmla="*/ 91 w 354"/>
                                  <a:gd name="T11" fmla="*/ 1642 h 2301"/>
                                  <a:gd name="T12" fmla="*/ 111 w 354"/>
                                  <a:gd name="T13" fmla="*/ 1799 h 2301"/>
                                  <a:gd name="T14" fmla="*/ 144 w 354"/>
                                  <a:gd name="T15" fmla="*/ 1968 h 2301"/>
                                  <a:gd name="T16" fmla="*/ 183 w 354"/>
                                  <a:gd name="T17" fmla="*/ 2066 h 2301"/>
                                  <a:gd name="T18" fmla="*/ 235 w 354"/>
                                  <a:gd name="T19" fmla="*/ 2164 h 2301"/>
                                  <a:gd name="T20" fmla="*/ 319 w 354"/>
                                  <a:gd name="T21" fmla="*/ 2261 h 2301"/>
                                  <a:gd name="T22" fmla="*/ 346 w 354"/>
                                  <a:gd name="T23" fmla="*/ 2294 h 2301"/>
                                  <a:gd name="T24" fmla="*/ 326 w 354"/>
                                  <a:gd name="T25" fmla="*/ 2301 h 23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54" h="2301">
                                    <a:moveTo>
                                      <a:pt x="0" y="0"/>
                                    </a:moveTo>
                                    <a:cubicBezTo>
                                      <a:pt x="6" y="183"/>
                                      <a:pt x="0" y="203"/>
                                      <a:pt x="39" y="333"/>
                                    </a:cubicBezTo>
                                    <a:cubicBezTo>
                                      <a:pt x="45" y="390"/>
                                      <a:pt x="53" y="445"/>
                                      <a:pt x="59" y="502"/>
                                    </a:cubicBezTo>
                                    <a:cubicBezTo>
                                      <a:pt x="62" y="610"/>
                                      <a:pt x="57" y="739"/>
                                      <a:pt x="85" y="848"/>
                                    </a:cubicBezTo>
                                    <a:cubicBezTo>
                                      <a:pt x="91" y="962"/>
                                      <a:pt x="83" y="1067"/>
                                      <a:pt x="72" y="1180"/>
                                    </a:cubicBezTo>
                                    <a:cubicBezTo>
                                      <a:pt x="77" y="1556"/>
                                      <a:pt x="39" y="1476"/>
                                      <a:pt x="91" y="1642"/>
                                    </a:cubicBezTo>
                                    <a:cubicBezTo>
                                      <a:pt x="96" y="1719"/>
                                      <a:pt x="95" y="1739"/>
                                      <a:pt x="111" y="1799"/>
                                    </a:cubicBezTo>
                                    <a:cubicBezTo>
                                      <a:pt x="114" y="1860"/>
                                      <a:pt x="109" y="1917"/>
                                      <a:pt x="144" y="1968"/>
                                    </a:cubicBezTo>
                                    <a:cubicBezTo>
                                      <a:pt x="154" y="2002"/>
                                      <a:pt x="164" y="2036"/>
                                      <a:pt x="183" y="2066"/>
                                    </a:cubicBezTo>
                                    <a:cubicBezTo>
                                      <a:pt x="193" y="2099"/>
                                      <a:pt x="211" y="2140"/>
                                      <a:pt x="235" y="2164"/>
                                    </a:cubicBezTo>
                                    <a:cubicBezTo>
                                      <a:pt x="249" y="2209"/>
                                      <a:pt x="274" y="2247"/>
                                      <a:pt x="319" y="2261"/>
                                    </a:cubicBezTo>
                                    <a:cubicBezTo>
                                      <a:pt x="325" y="2265"/>
                                      <a:pt x="354" y="2278"/>
                                      <a:pt x="346" y="2294"/>
                                    </a:cubicBezTo>
                                    <a:cubicBezTo>
                                      <a:pt x="343" y="2300"/>
                                      <a:pt x="326" y="2301"/>
                                      <a:pt x="326" y="2301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" o:spid="_x0000_s1026" style="position:absolute;margin-left:229.15pt;margin-top:264.4pt;width:17.7pt;height:115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4,2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" path="m,c6,183,,203,39,333v6,57,14,112,20,169c62,610,57,739,85,848v6,114,-2,219,-13,332c77,1556,39,1476,91,1642v5,77,4,97,20,157c114,1860,109,1917,144,1968v10,34,20,68,39,98c193,2099,211,2140,235,2164v14,45,39,83,84,97c325,2265,354,2278,346,2294v-3,6,-20,7,-20,7e" filled="f" strokeweight="1.5pt">
                      <v:path arrowok="t" o:connecttype="custom" o:connectlocs="0,0;24765,211455;37465,318770;53975,538480;45720,749300;57785,1042670;70485,1142365;91440,1249680;116205,1311910;149225,1374140;202565,1435735;219710,1456690;207010,1461135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2905760</wp:posOffset>
                      </wp:positionH>
                      <wp:positionV relativeFrom="paragraph">
                        <wp:posOffset>3026410</wp:posOffset>
                      </wp:positionV>
                      <wp:extent cx="271145" cy="1788160"/>
                      <wp:effectExtent l="17145" t="15875" r="16510" b="15240"/>
                      <wp:wrapNone/>
                      <wp:docPr id="131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1145" cy="1788160"/>
                              </a:xfrm>
                              <a:custGeom>
                                <a:avLst/>
                                <a:gdLst>
                                  <a:gd name="T0" fmla="*/ 27 w 427"/>
                                  <a:gd name="T1" fmla="*/ 28 h 2816"/>
                                  <a:gd name="T2" fmla="*/ 27 w 427"/>
                                  <a:gd name="T3" fmla="*/ 81 h 2816"/>
                                  <a:gd name="T4" fmla="*/ 56 w 427"/>
                                  <a:gd name="T5" fmla="*/ 210 h 2816"/>
                                  <a:gd name="T6" fmla="*/ 56 w 427"/>
                                  <a:gd name="T7" fmla="*/ 327 h 2816"/>
                                  <a:gd name="T8" fmla="*/ 62 w 427"/>
                                  <a:gd name="T9" fmla="*/ 390 h 2816"/>
                                  <a:gd name="T10" fmla="*/ 121 w 427"/>
                                  <a:gd name="T11" fmla="*/ 562 h 2816"/>
                                  <a:gd name="T12" fmla="*/ 167 w 427"/>
                                  <a:gd name="T13" fmla="*/ 868 h 2816"/>
                                  <a:gd name="T14" fmla="*/ 173 w 427"/>
                                  <a:gd name="T15" fmla="*/ 1168 h 2816"/>
                                  <a:gd name="T16" fmla="*/ 167 w 427"/>
                                  <a:gd name="T17" fmla="*/ 1545 h 2816"/>
                                  <a:gd name="T18" fmla="*/ 159 w 427"/>
                                  <a:gd name="T19" fmla="*/ 1848 h 2816"/>
                                  <a:gd name="T20" fmla="*/ 173 w 427"/>
                                  <a:gd name="T21" fmla="*/ 2314 h 2816"/>
                                  <a:gd name="T22" fmla="*/ 221 w 427"/>
                                  <a:gd name="T23" fmla="*/ 2440 h 2816"/>
                                  <a:gd name="T24" fmla="*/ 292 w 427"/>
                                  <a:gd name="T25" fmla="*/ 2616 h 2816"/>
                                  <a:gd name="T26" fmla="*/ 327 w 427"/>
                                  <a:gd name="T27" fmla="*/ 2696 h 2816"/>
                                  <a:gd name="T28" fmla="*/ 375 w 427"/>
                                  <a:gd name="T29" fmla="*/ 2757 h 2816"/>
                                  <a:gd name="T30" fmla="*/ 427 w 427"/>
                                  <a:gd name="T31" fmla="*/ 2816 h 281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7" h="2816">
                                    <a:moveTo>
                                      <a:pt x="27" y="28"/>
                                    </a:moveTo>
                                    <a:cubicBezTo>
                                      <a:pt x="0" y="107"/>
                                      <a:pt x="31" y="0"/>
                                      <a:pt x="27" y="81"/>
                                    </a:cubicBezTo>
                                    <a:cubicBezTo>
                                      <a:pt x="24" y="134"/>
                                      <a:pt x="56" y="210"/>
                                      <a:pt x="56" y="210"/>
                                    </a:cubicBezTo>
                                    <a:cubicBezTo>
                                      <a:pt x="58" y="228"/>
                                      <a:pt x="42" y="302"/>
                                      <a:pt x="56" y="327"/>
                                    </a:cubicBezTo>
                                    <a:cubicBezTo>
                                      <a:pt x="66" y="345"/>
                                      <a:pt x="62" y="390"/>
                                      <a:pt x="62" y="390"/>
                                    </a:cubicBezTo>
                                    <a:cubicBezTo>
                                      <a:pt x="71" y="485"/>
                                      <a:pt x="91" y="473"/>
                                      <a:pt x="121" y="562"/>
                                    </a:cubicBezTo>
                                    <a:cubicBezTo>
                                      <a:pt x="134" y="646"/>
                                      <a:pt x="154" y="785"/>
                                      <a:pt x="167" y="868"/>
                                    </a:cubicBezTo>
                                    <a:cubicBezTo>
                                      <a:pt x="184" y="973"/>
                                      <a:pt x="167" y="1062"/>
                                      <a:pt x="173" y="1168"/>
                                    </a:cubicBezTo>
                                    <a:cubicBezTo>
                                      <a:pt x="166" y="1272"/>
                                      <a:pt x="178" y="1442"/>
                                      <a:pt x="167" y="1545"/>
                                    </a:cubicBezTo>
                                    <a:cubicBezTo>
                                      <a:pt x="173" y="1661"/>
                                      <a:pt x="149" y="1739"/>
                                      <a:pt x="159" y="1848"/>
                                    </a:cubicBezTo>
                                    <a:cubicBezTo>
                                      <a:pt x="162" y="2001"/>
                                      <a:pt x="165" y="2161"/>
                                      <a:pt x="173" y="2314"/>
                                    </a:cubicBezTo>
                                    <a:cubicBezTo>
                                      <a:pt x="175" y="2361"/>
                                      <a:pt x="203" y="2399"/>
                                      <a:pt x="221" y="2440"/>
                                    </a:cubicBezTo>
                                    <a:cubicBezTo>
                                      <a:pt x="247" y="2498"/>
                                      <a:pt x="256" y="2564"/>
                                      <a:pt x="292" y="2616"/>
                                    </a:cubicBezTo>
                                    <a:cubicBezTo>
                                      <a:pt x="312" y="2679"/>
                                      <a:pt x="299" y="2654"/>
                                      <a:pt x="327" y="2696"/>
                                    </a:cubicBezTo>
                                    <a:cubicBezTo>
                                      <a:pt x="333" y="2718"/>
                                      <a:pt x="362" y="2743"/>
                                      <a:pt x="375" y="2757"/>
                                    </a:cubicBezTo>
                                    <a:cubicBezTo>
                                      <a:pt x="384" y="2766"/>
                                      <a:pt x="417" y="2807"/>
                                      <a:pt x="427" y="2816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228.8pt;margin-top:238.3pt;width:21.35pt;height:140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27,2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" path="m27,28c,107,31,,27,81v-3,53,29,129,29,129c58,228,42,302,56,327v10,18,6,63,6,63c71,485,91,473,121,562v13,84,33,223,46,306c184,973,167,1062,173,1168v-7,104,5,274,-6,377c173,1661,149,1739,159,1848v3,153,6,313,14,466c175,2361,203,2399,221,2440v26,58,35,124,71,176c312,2679,299,2654,327,2696v6,22,35,47,48,61c384,2766,417,2807,427,2816e" filled="f" strokeweight="1.5pt">
                      <v:path arrowok="t" o:connecttype="custom" o:connectlocs="17145,17780;17145,51435;35560,133350;35560,207645;39370,247650;76835,356870;106045,551180;109855,741680;106045,981075;100965,1173480;109855,1469390;140335,1549400;185420,1661160;207645,1711960;238125,1750695;271145,178816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2545080</wp:posOffset>
                      </wp:positionH>
                      <wp:positionV relativeFrom="paragraph">
                        <wp:posOffset>317500</wp:posOffset>
                      </wp:positionV>
                      <wp:extent cx="1531620" cy="785495"/>
                      <wp:effectExtent l="8890" t="12065" r="12065" b="12065"/>
                      <wp:wrapNone/>
                      <wp:docPr id="130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31620" cy="7854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26" style="position:absolute;margin-left:200.4pt;margin-top:25pt;width:120.6pt;height:61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" fillcolor="white [3212]" strokecolor="white [32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4951158A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760345"/>
                      <wp:effectExtent l="0" t="635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760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8F8" w:rsidRPr="00DA781F" w:rsidRDefault="00DA58F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Triphasic, low velocity, ? cardiac abnormality, arrhythmia low cardiac output. 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Triphasic, low velocity. </w:t>
                                  </w: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low velocity at ankle. Vessel becomes visually narrowed tracking to the ankle. 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217.3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pcFuQIAAMI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" filled="f" stroked="f" strokeweight=".5pt">
                      <v:textbox style="mso-fit-shape-to-text:t" inset="0,0,0,0">
                        <w:txbxContent>
                          <w:p w:rsidR="00DA58F8" w:rsidRPr="00DA781F" w:rsidRDefault="00DA58F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Triphasic, low velocity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, ?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cardiac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abnormality, arrhythmia low cardiac output. 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Triphasic, low velocity. </w:t>
                            </w: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low velocity at ankle. Vessel becomes visually narrowed tracking to the ankle. 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951158B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4445" t="0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8F8" w:rsidRPr="00DA781F" w:rsidRDefault="00DA58F8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0.0cm max AP</w:t>
                                  </w:r>
                                </w:p>
                                <w:p w:rsidR="00DA58F8" w:rsidRPr="00FA7ABC" w:rsidRDefault="00DA58F8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DA58F8" w:rsidRPr="00DA781F" w:rsidRDefault="00DA58F8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0.0cm max AP</w:t>
                            </w:r>
                          </w:p>
                          <w:p w:rsidR="00DA58F8" w:rsidRPr="00FA7ABC" w:rsidRDefault="00DA58F8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4951158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658110"/>
                      <wp:effectExtent l="4445" t="635" r="2540" b="4445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8F8" w:rsidRPr="00DA781F" w:rsidRDefault="00DA58F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 LEG: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visualised. 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296C9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Popliteal Aneurysm observed 3.5cm AP, patent lumen 1.96cm. 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Patent/Occluded/Stenosis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Triphasic/Biphasic//Monophasic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</w:t>
                                  </w:r>
                                  <w:r w:rsidRPr="006A0E9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DA58F8" w:rsidRPr="00DA781F" w:rsidRDefault="00DA58F8" w:rsidP="006A0E9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to the mid-calf, occludes to distal calf, no reformation noted.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209.3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9pZuAIAAME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DA58F8" w:rsidRPr="00DA781F" w:rsidRDefault="00DA58F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 LEG: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visualised. 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296C9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Popliteal Aneurysm observed 3.5cm AP, patent lumen 1.96cm. 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Patent/Occluded/Stenosis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Triphasic/Biphasic//Monophasic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</w:t>
                            </w:r>
                            <w:r w:rsidRPr="006A0E9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DA58F8" w:rsidRPr="00DA781F" w:rsidRDefault="00DA58F8" w:rsidP="006A0E9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to the mid-calf, occludes to distal calf, no reformation noted.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E17436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C93575" w:rsidRDefault="00C93575" w:rsidP="00C9357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C93575" w:rsidRDefault="00C93575" w:rsidP="00C93575">
            <w:pPr>
              <w:rPr>
                <w:lang w:val="en-GB"/>
              </w:rPr>
            </w:pPr>
          </w:p>
          <w:p w:rsidR="00C93575" w:rsidRDefault="00C93575" w:rsidP="00C93575">
            <w:pPr>
              <w:rPr>
                <w:lang w:val="en-GB"/>
              </w:rPr>
            </w:pPr>
            <w:r>
              <w:rPr>
                <w:lang w:val="en-GB"/>
              </w:rPr>
              <w:t>The abdominal Aorta is patent and of normal calibre at the proximal level. The mid-distal AO and CIA’s were not visualised due to overlying bowel gas. The External Iliac arteries are both patent with triphasic waveforms noted and no significant stenosis.</w:t>
            </w:r>
          </w:p>
          <w:p w:rsidR="00C93575" w:rsidRDefault="00C93575" w:rsidP="00C93575">
            <w:pPr>
              <w:rPr>
                <w:b/>
                <w:lang w:val="en-GB"/>
              </w:rPr>
            </w:pPr>
          </w:p>
          <w:p w:rsidR="00C93575" w:rsidRDefault="00C93575" w:rsidP="00C9357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Rt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C93575" w:rsidRDefault="00C93575" w:rsidP="00C93575">
            <w:pPr>
              <w:ind w:left="720"/>
              <w:rPr>
                <w:b/>
                <w:u w:val="single"/>
                <w:lang w:val="en-GB"/>
              </w:rPr>
            </w:pPr>
          </w:p>
          <w:p w:rsidR="00C93575" w:rsidRDefault="00C9357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Femoral, Profunda Femoral, Superficial Femoral are all patent with a diffusely </w:t>
            </w:r>
            <w:r w:rsidR="006A0E95">
              <w:rPr>
                <w:lang w:val="en-GB"/>
              </w:rPr>
              <w:t>calcified</w:t>
            </w:r>
            <w:r>
              <w:rPr>
                <w:lang w:val="en-GB"/>
              </w:rPr>
              <w:t xml:space="preserve"> arterial wall, no significant stenosis noted. </w:t>
            </w:r>
          </w:p>
          <w:p w:rsidR="00C93575" w:rsidRDefault="00C93575" w:rsidP="00C93575">
            <w:pPr>
              <w:jc w:val="both"/>
              <w:rPr>
                <w:lang w:val="en-GB"/>
              </w:rPr>
            </w:pPr>
          </w:p>
          <w:p w:rsidR="00C93575" w:rsidRDefault="00C9357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The Popliteal artery is aneurysmal 3.5cm AP with a</w:t>
            </w:r>
            <w:r w:rsidR="006A0E95">
              <w:rPr>
                <w:lang w:val="en-GB"/>
              </w:rPr>
              <w:t>n</w:t>
            </w:r>
            <w:r>
              <w:rPr>
                <w:lang w:val="en-GB"/>
              </w:rPr>
              <w:t xml:space="preserve"> intra-mural thrombus reducing the patent lumen to 1.9cm. Triphasic waveforms are noted </w:t>
            </w:r>
            <w:r w:rsidR="006A0E95">
              <w:rPr>
                <w:lang w:val="en-GB"/>
              </w:rPr>
              <w:t xml:space="preserve">to the TPT. </w:t>
            </w:r>
          </w:p>
          <w:p w:rsidR="006A0E95" w:rsidRDefault="006A0E95" w:rsidP="00C93575">
            <w:pPr>
              <w:jc w:val="both"/>
              <w:rPr>
                <w:lang w:val="en-GB"/>
              </w:rPr>
            </w:pPr>
          </w:p>
          <w:p w:rsidR="006A0E95" w:rsidRDefault="006A0E9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cural arteries are heavily calcified and segmentally observed however, the following is noted. </w:t>
            </w:r>
          </w:p>
          <w:p w:rsidR="00C93575" w:rsidRDefault="00C93575" w:rsidP="00C93575">
            <w:pPr>
              <w:ind w:left="720"/>
              <w:jc w:val="both"/>
              <w:rPr>
                <w:lang w:val="en-GB"/>
              </w:rPr>
            </w:pPr>
          </w:p>
          <w:p w:rsidR="006A0E95" w:rsidRDefault="00C9357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Tibio-Peroneal Trunk</w:t>
            </w:r>
            <w:r w:rsidR="006A0E95">
              <w:rPr>
                <w:lang w:val="en-GB"/>
              </w:rPr>
              <w:t xml:space="preserve"> is patent with triphasic waveforms. </w:t>
            </w:r>
          </w:p>
          <w:p w:rsidR="006A0E95" w:rsidRDefault="006A0E95" w:rsidP="00C93575">
            <w:pPr>
              <w:jc w:val="both"/>
              <w:rPr>
                <w:lang w:val="en-GB"/>
              </w:rPr>
            </w:pPr>
          </w:p>
          <w:p w:rsidR="006A0E95" w:rsidRDefault="006A0E9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</w:t>
            </w:r>
            <w:r w:rsidR="00C93575">
              <w:rPr>
                <w:lang w:val="en-GB"/>
              </w:rPr>
              <w:t>Posterior Tibial</w:t>
            </w:r>
            <w:r>
              <w:rPr>
                <w:lang w:val="en-GB"/>
              </w:rPr>
              <w:t xml:space="preserve"> is patent with triphasic waveforms noted to the ankle, however the vessel becomes visually narrowed at the ankle. </w:t>
            </w:r>
          </w:p>
          <w:p w:rsidR="006A0E95" w:rsidRDefault="006A0E95" w:rsidP="00C93575">
            <w:pPr>
              <w:jc w:val="both"/>
              <w:rPr>
                <w:lang w:val="en-GB"/>
              </w:rPr>
            </w:pPr>
          </w:p>
          <w:p w:rsidR="006A0E95" w:rsidRDefault="006A0E9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</w:t>
            </w:r>
            <w:r w:rsidR="00C93575">
              <w:rPr>
                <w:lang w:val="en-GB"/>
              </w:rPr>
              <w:t xml:space="preserve"> Anterior Tibial</w:t>
            </w:r>
            <w:r>
              <w:rPr>
                <w:lang w:val="en-GB"/>
              </w:rPr>
              <w:t xml:space="preserve"> is patent with triphasic waveforms noted to the ankle.</w:t>
            </w:r>
          </w:p>
          <w:p w:rsidR="006A0E95" w:rsidRDefault="006A0E95" w:rsidP="00C93575">
            <w:pPr>
              <w:jc w:val="both"/>
              <w:rPr>
                <w:lang w:val="en-GB"/>
              </w:rPr>
            </w:pPr>
          </w:p>
          <w:p w:rsidR="006A0E95" w:rsidRDefault="006A0E95" w:rsidP="00C9357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Peroneal artery is patent from the proximal to mid-calf, no colour or Doppler with a visualised reduced lumen diameter is noted. These findings are suggestive of total occlusion to the ankle. No reformation is noted. </w:t>
            </w:r>
          </w:p>
          <w:p w:rsidR="00C93575" w:rsidRDefault="00C93575" w:rsidP="00C93575">
            <w:pPr>
              <w:jc w:val="both"/>
              <w:rPr>
                <w:b/>
                <w:u w:val="single"/>
                <w:lang w:val="en-GB"/>
              </w:rPr>
            </w:pPr>
          </w:p>
          <w:p w:rsidR="00C93575" w:rsidRDefault="00C93575" w:rsidP="00C93575">
            <w:pPr>
              <w:ind w:left="720"/>
              <w:rPr>
                <w:b/>
                <w:u w:val="single"/>
                <w:lang w:val="en-GB"/>
              </w:rPr>
            </w:pPr>
          </w:p>
          <w:p w:rsidR="00C93575" w:rsidRDefault="00C93575" w:rsidP="00C9357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6A0E95" w:rsidRDefault="006A0E95" w:rsidP="006A0E9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Femoral, Profunda Femoral, Superficial Femoral are all patent with a diffusely calcified arterial wall, no significant stenosis noted. The distal SFA is triphasic although, low velocity, ? cardiac abnormality. </w:t>
            </w:r>
          </w:p>
          <w:p w:rsidR="006A0E95" w:rsidRDefault="006A0E95" w:rsidP="006A0E95">
            <w:pPr>
              <w:jc w:val="both"/>
              <w:rPr>
                <w:lang w:val="en-GB"/>
              </w:rPr>
            </w:pPr>
          </w:p>
          <w:p w:rsidR="00C93575" w:rsidRDefault="006A0E95" w:rsidP="006A0E9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Popliteal artery is patent with triphasic low velocity waveforms. </w:t>
            </w:r>
          </w:p>
          <w:p w:rsidR="006A0E95" w:rsidRDefault="006A0E95" w:rsidP="006A0E95">
            <w:pPr>
              <w:jc w:val="both"/>
              <w:rPr>
                <w:lang w:val="en-GB"/>
              </w:rPr>
            </w:pPr>
          </w:p>
          <w:p w:rsidR="006A0E95" w:rsidRDefault="006A0E95" w:rsidP="006A0E9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cural arteries are heavily calcified and segmentally observed however, the following is noted. </w:t>
            </w:r>
          </w:p>
          <w:p w:rsidR="006A0E95" w:rsidRDefault="006A0E95" w:rsidP="006A0E95">
            <w:pPr>
              <w:ind w:left="720"/>
              <w:jc w:val="both"/>
              <w:rPr>
                <w:lang w:val="en-GB"/>
              </w:rPr>
            </w:pPr>
          </w:p>
          <w:p w:rsidR="006A0E95" w:rsidRDefault="006A0E95" w:rsidP="006A0E9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Tibio-Peroneal Trunk is patent with triphasic waveforms. </w:t>
            </w:r>
          </w:p>
          <w:p w:rsidR="00C93575" w:rsidRDefault="00C93575" w:rsidP="00C93575">
            <w:pPr>
              <w:ind w:left="720"/>
              <w:jc w:val="both"/>
            </w:pPr>
          </w:p>
          <w:p w:rsidR="009E0202" w:rsidRDefault="006A0E95" w:rsidP="00C93575">
            <w:pPr>
              <w:pStyle w:val="CUSTOMColumnText"/>
            </w:pPr>
            <w:r>
              <w:t xml:space="preserve">The ATA is patent with triphasic waveforms noted throughout. </w:t>
            </w:r>
          </w:p>
          <w:p w:rsidR="006A0E95" w:rsidRDefault="006A0E95" w:rsidP="00C93575">
            <w:pPr>
              <w:pStyle w:val="CUSTOMColumnText"/>
            </w:pPr>
          </w:p>
          <w:p w:rsidR="006A0E95" w:rsidRDefault="006A0E95" w:rsidP="006A0E95">
            <w:pPr>
              <w:pStyle w:val="CUSTOMColumnText"/>
            </w:pPr>
            <w:r>
              <w:t>The PTA is observed to have triphasic waveforms where imaged to the ankle.</w:t>
            </w:r>
          </w:p>
          <w:p w:rsidR="006A0E95" w:rsidRDefault="006A0E95" w:rsidP="006A0E95">
            <w:pPr>
              <w:pStyle w:val="CUSTOMColumnText"/>
            </w:pPr>
          </w:p>
          <w:p w:rsidR="006A0E95" w:rsidRPr="00DC01AB" w:rsidRDefault="006A0E95" w:rsidP="006A0E95">
            <w:pPr>
              <w:pStyle w:val="CUSTOMColumnText"/>
            </w:pPr>
            <w:r>
              <w:t xml:space="preserve">The Peroneal is observed to have triphasic although low velocity waveforms to the ankle. The vessel becomes visually narrowed tracking from the origin to the distal calf. 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8F8" w:rsidRDefault="00DA58F8" w:rsidP="005748E3">
      <w:r>
        <w:separator/>
      </w:r>
    </w:p>
  </w:endnote>
  <w:endnote w:type="continuationSeparator" w:id="0">
    <w:p w:rsidR="00DA58F8" w:rsidRDefault="00DA58F8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F8" w:rsidRDefault="00DA58F8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57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58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9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8F8" w:rsidRPr="00734451" w:rsidRDefault="00DA58F8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62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3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8F8" w:rsidRPr="00734451" w:rsidRDefault="00DA58F8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64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65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66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7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A58F8" w:rsidRPr="00734451" w:rsidRDefault="00DA58F8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70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1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2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8F8" w:rsidRPr="00734451" w:rsidRDefault="00DA58F8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3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74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5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A58F8" w:rsidRPr="00734451" w:rsidRDefault="00DA58F8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DA58F8" w:rsidRPr="00734451" w:rsidRDefault="00DA58F8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DA58F8" w:rsidRPr="00734451" w:rsidRDefault="00DA58F8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DA58F8" w:rsidRPr="00734451" w:rsidRDefault="00DA58F8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A58F8" w:rsidRPr="00734451" w:rsidRDefault="00DA58F8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DA58F8" w:rsidRPr="00734451" w:rsidRDefault="00DA58F8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8F8" w:rsidRDefault="00DA58F8" w:rsidP="005748E3">
      <w:r>
        <w:separator/>
      </w:r>
    </w:p>
  </w:footnote>
  <w:footnote w:type="continuationSeparator" w:id="0">
    <w:p w:rsidR="00DA58F8" w:rsidRDefault="00DA58F8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F8" w:rsidRDefault="00DA58F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8F8" w:rsidRDefault="00DA58F8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DA58F8" w:rsidRDefault="00DA58F8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F8" w:rsidRDefault="00DA58F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A58F8" w:rsidRDefault="00DA58F8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DA58F8" w:rsidRDefault="00DA58F8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2092]" strokecolor="none [16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61F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46C4"/>
    <w:rsid w:val="0014708E"/>
    <w:rsid w:val="00156E8E"/>
    <w:rsid w:val="00176DF0"/>
    <w:rsid w:val="00186F8F"/>
    <w:rsid w:val="00191142"/>
    <w:rsid w:val="00196CF5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96C96"/>
    <w:rsid w:val="002A016B"/>
    <w:rsid w:val="002A430F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25ED0"/>
    <w:rsid w:val="004353A0"/>
    <w:rsid w:val="004520A0"/>
    <w:rsid w:val="004767D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0E95"/>
    <w:rsid w:val="006D3CE8"/>
    <w:rsid w:val="006D59BA"/>
    <w:rsid w:val="00701D82"/>
    <w:rsid w:val="007102C1"/>
    <w:rsid w:val="007112FB"/>
    <w:rsid w:val="00721A7D"/>
    <w:rsid w:val="0078169E"/>
    <w:rsid w:val="007E5FF2"/>
    <w:rsid w:val="007E7F55"/>
    <w:rsid w:val="00803E28"/>
    <w:rsid w:val="00804042"/>
    <w:rsid w:val="00811182"/>
    <w:rsid w:val="00813362"/>
    <w:rsid w:val="008202A1"/>
    <w:rsid w:val="00826BA1"/>
    <w:rsid w:val="00854725"/>
    <w:rsid w:val="00880184"/>
    <w:rsid w:val="00893153"/>
    <w:rsid w:val="008A7D65"/>
    <w:rsid w:val="008B3BF4"/>
    <w:rsid w:val="008B3C2A"/>
    <w:rsid w:val="008C4F7F"/>
    <w:rsid w:val="008E68D9"/>
    <w:rsid w:val="008E77CD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3575"/>
    <w:rsid w:val="00C943BB"/>
    <w:rsid w:val="00CA5B58"/>
    <w:rsid w:val="00CB3119"/>
    <w:rsid w:val="00D065FF"/>
    <w:rsid w:val="00D35CC3"/>
    <w:rsid w:val="00D6061F"/>
    <w:rsid w:val="00D83824"/>
    <w:rsid w:val="00D86277"/>
    <w:rsid w:val="00D94904"/>
    <w:rsid w:val="00DA58F8"/>
    <w:rsid w:val="00DA781F"/>
    <w:rsid w:val="00DC01AB"/>
    <w:rsid w:val="00DC47D6"/>
    <w:rsid w:val="00DC5770"/>
    <w:rsid w:val="00DD0B20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2092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7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7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CD1B56-56D8-43A1-8D6D-103E7C28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57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Suleman.Choudhury</dc:creator>
  <cp:lastModifiedBy>Daniel Sims</cp:lastModifiedBy>
  <cp:revision>3</cp:revision>
  <cp:lastPrinted>2019-08-02T12:44:00Z</cp:lastPrinted>
  <dcterms:created xsi:type="dcterms:W3CDTF">2019-08-02T11:56:00Z</dcterms:created>
  <dcterms:modified xsi:type="dcterms:W3CDTF">2019-10-15T09:44:00Z</dcterms:modified>
</cp:coreProperties>
</file>